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4ED" w:rsidRDefault="003065A7" w:rsidP="00862A0C">
      <w:pPr>
        <w:tabs>
          <w:tab w:val="left" w:pos="8222"/>
        </w:tabs>
        <w:ind w:right="1275"/>
        <w:rPr>
          <w:rFonts w:ascii="Arial" w:hAnsi="Arial" w:cs="Arial"/>
        </w:rPr>
      </w:pPr>
      <w:r>
        <w:rPr>
          <w:rFonts w:ascii="Arial" w:hAnsi="Arial" w:cs="Arial"/>
        </w:rPr>
        <w:t>Seite 1</w:t>
      </w:r>
      <w:r w:rsidR="005A1E0A" w:rsidRPr="00D00396">
        <w:rPr>
          <w:rFonts w:ascii="Arial" w:hAnsi="Arial" w:cs="Arial"/>
        </w:rPr>
        <w:t>/</w:t>
      </w:r>
      <w:r w:rsidR="00C33650">
        <w:rPr>
          <w:rFonts w:ascii="Arial" w:hAnsi="Arial" w:cs="Arial"/>
        </w:rPr>
        <w:t>2</w:t>
      </w:r>
    </w:p>
    <w:p w:rsidR="00862A0C" w:rsidRDefault="00D17E6F" w:rsidP="00862A0C">
      <w:pPr>
        <w:tabs>
          <w:tab w:val="left" w:pos="8222"/>
        </w:tabs>
        <w:ind w:right="1275"/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4B1D68" wp14:editId="1EB3EECF">
                <wp:simplePos x="0" y="0"/>
                <wp:positionH relativeFrom="column">
                  <wp:posOffset>5329555</wp:posOffset>
                </wp:positionH>
                <wp:positionV relativeFrom="paragraph">
                  <wp:posOffset>317500</wp:posOffset>
                </wp:positionV>
                <wp:extent cx="1236345" cy="199707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199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b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Kontakt</w:t>
                            </w:r>
                          </w:p>
                          <w:p w:rsidR="001A2096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 xml:space="preserve">ABUS Security-Center </w:t>
                            </w:r>
                          </w:p>
                          <w:p w:rsidR="001A2096" w:rsidRPr="00CF6DD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 xml:space="preserve">GmbH &amp; Co. </w:t>
                            </w:r>
                            <w:r w:rsidRPr="00CF6DD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KG</w:t>
                            </w:r>
                          </w:p>
                          <w:p w:rsidR="001A2096" w:rsidRPr="00BF7E1E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BF7E1E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Florian Lauw</w:t>
                            </w:r>
                          </w:p>
                          <w:p w:rsidR="001A2096" w:rsidRPr="00D100BD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00BD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Public Relations</w:t>
                            </w:r>
                          </w:p>
                          <w:p w:rsidR="001A2096" w:rsidRPr="00D100BD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00BD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+49 82 07 959 90-</w:t>
                            </w:r>
                            <w:r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277</w:t>
                            </w:r>
                          </w:p>
                          <w:p w:rsidR="001A2096" w:rsidRPr="000F5903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11B1F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F5903">
                              <w:rPr>
                                <w:rFonts w:ascii="Arial" w:hAnsi="Arial" w:cs="Arial"/>
                                <w:b/>
                                <w:color w:val="011B1F"/>
                                <w:sz w:val="13"/>
                                <w:szCs w:val="13"/>
                                <w:lang w:val="en-US"/>
                              </w:rPr>
                              <w:t>presse@abus-sc.com</w:t>
                            </w:r>
                          </w:p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Linker </w:t>
                            </w:r>
                            <w:proofErr w:type="spellStart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Kreuthweg</w:t>
                            </w:r>
                            <w:proofErr w:type="spellEnd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 5</w:t>
                            </w:r>
                          </w:p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86444 </w:t>
                            </w:r>
                            <w:proofErr w:type="spellStart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Affing</w:t>
                            </w:r>
                            <w:proofErr w:type="spellEnd"/>
                          </w:p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Germany</w:t>
                            </w:r>
                          </w:p>
                          <w:p w:rsidR="001A2096" w:rsidRPr="00D13E94" w:rsidRDefault="001A2096" w:rsidP="00D13E9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www.abus</w:t>
                            </w:r>
                            <w:r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B1D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9.65pt;margin-top:25pt;width:97.35pt;height:15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ajsQIAALc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" filled="f" stroked="f" strokeweight="0">
                <v:textbox>
                  <w:txbxContent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proofErr w:type="spellStart"/>
                      <w:r w:rsidRPr="00D13E94">
                        <w:rPr>
                          <w:rFonts w:ascii="Arial" w:hAnsi="Arial" w:cs="Arial"/>
                          <w:b/>
                          <w:color w:val="5A5A5A"/>
                          <w:sz w:val="13"/>
                          <w:szCs w:val="13"/>
                          <w:lang w:val="en-US"/>
                        </w:rPr>
                        <w:t>Kontakt</w:t>
                      </w:r>
                      <w:proofErr w:type="spellEnd"/>
                    </w:p>
                    <w:p w:rsidR="001A2096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 xml:space="preserve">ABUS Security-Center </w:t>
                      </w:r>
                    </w:p>
                    <w:p w:rsidR="001A2096" w:rsidRPr="00CF6DD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 xml:space="preserve">GmbH &amp; Co. </w:t>
                      </w:r>
                      <w:r w:rsidRPr="00CF6DD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KG</w:t>
                      </w:r>
                    </w:p>
                    <w:p w:rsidR="001A2096" w:rsidRPr="00BF7E1E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BF7E1E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Florian Lauw</w:t>
                      </w:r>
                    </w:p>
                    <w:p w:rsidR="001A2096" w:rsidRPr="00D100BD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00BD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Public Relations</w:t>
                      </w:r>
                    </w:p>
                    <w:p w:rsidR="001A2096" w:rsidRPr="00D100BD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00BD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+49 82 07 959 90-</w:t>
                      </w:r>
                      <w:r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277</w:t>
                      </w:r>
                    </w:p>
                    <w:p w:rsidR="001A2096" w:rsidRPr="000F5903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color w:val="011B1F"/>
                          <w:sz w:val="13"/>
                          <w:szCs w:val="13"/>
                          <w:lang w:val="en-US"/>
                        </w:rPr>
                      </w:pPr>
                      <w:r w:rsidRPr="000F5903">
                        <w:rPr>
                          <w:rFonts w:ascii="Arial" w:hAnsi="Arial" w:cs="Arial"/>
                          <w:b/>
                          <w:color w:val="011B1F"/>
                          <w:sz w:val="13"/>
                          <w:szCs w:val="13"/>
                          <w:lang w:val="en-US"/>
                        </w:rPr>
                        <w:t>presse@abus-sc.com</w:t>
                      </w:r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Linker </w:t>
                      </w:r>
                      <w:proofErr w:type="spellStart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Kreuthweg</w:t>
                      </w:r>
                      <w:proofErr w:type="spellEnd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 5</w:t>
                      </w:r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86444 </w:t>
                      </w:r>
                      <w:proofErr w:type="spellStart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Affing</w:t>
                      </w:r>
                      <w:proofErr w:type="spellEnd"/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Germany</w:t>
                      </w:r>
                    </w:p>
                    <w:p w:rsidR="001A2096" w:rsidRPr="00D13E94" w:rsidRDefault="001A2096" w:rsidP="00D13E9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www.abus</w:t>
                      </w:r>
                      <w:r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:rsidR="003065A7" w:rsidRDefault="00744877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 xml:space="preserve">Sicheres Entkommen: ABUS Videoüberwachung </w:t>
      </w:r>
      <w:r w:rsidR="00140AAA">
        <w:rPr>
          <w:rFonts w:ascii="Arial" w:hAnsi="Arial" w:cs="Arial"/>
          <w:b/>
          <w:bCs/>
          <w:sz w:val="28"/>
          <w:szCs w:val="28"/>
        </w:rPr>
        <w:t xml:space="preserve">bei </w:t>
      </w:r>
      <w:r w:rsidR="00DD2DFF">
        <w:rPr>
          <w:rFonts w:ascii="Arial" w:hAnsi="Arial" w:cs="Arial"/>
          <w:b/>
          <w:bCs/>
          <w:sz w:val="28"/>
          <w:szCs w:val="28"/>
        </w:rPr>
        <w:t xml:space="preserve">Live </w:t>
      </w:r>
      <w:proofErr w:type="spellStart"/>
      <w:r w:rsidR="00646518">
        <w:rPr>
          <w:rFonts w:ascii="Arial" w:hAnsi="Arial" w:cs="Arial"/>
          <w:b/>
          <w:bCs/>
          <w:sz w:val="28"/>
          <w:szCs w:val="28"/>
        </w:rPr>
        <w:t>Escape</w:t>
      </w:r>
      <w:proofErr w:type="spellEnd"/>
      <w:r w:rsidR="00646518">
        <w:rPr>
          <w:rFonts w:ascii="Arial" w:hAnsi="Arial" w:cs="Arial"/>
          <w:b/>
          <w:bCs/>
          <w:sz w:val="28"/>
          <w:szCs w:val="28"/>
        </w:rPr>
        <w:t xml:space="preserve"> Games</w:t>
      </w:r>
      <w:r>
        <w:rPr>
          <w:rFonts w:ascii="Arial" w:hAnsi="Arial" w:cs="Arial"/>
          <w:b/>
          <w:bCs/>
          <w:sz w:val="28"/>
          <w:szCs w:val="28"/>
        </w:rPr>
        <w:t>, Berlin</w:t>
      </w:r>
    </w:p>
    <w:p w:rsidR="003065A7" w:rsidRPr="003065A7" w:rsidRDefault="002B2E71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Ein </w:t>
      </w:r>
      <w:r w:rsidR="003065A7" w:rsidRPr="003065A7">
        <w:rPr>
          <w:rFonts w:ascii="Arial" w:hAnsi="Arial" w:cs="Arial"/>
          <w:b/>
          <w:sz w:val="20"/>
          <w:szCs w:val="20"/>
        </w:rPr>
        <w:t>R</w:t>
      </w:r>
      <w:r w:rsidR="00D86D34">
        <w:rPr>
          <w:rFonts w:ascii="Arial" w:hAnsi="Arial" w:cs="Arial"/>
          <w:b/>
          <w:sz w:val="20"/>
          <w:szCs w:val="20"/>
        </w:rPr>
        <w:t>aum, ein Team und 66 Minuten</w:t>
      </w:r>
      <w:r w:rsidR="0005709A">
        <w:rPr>
          <w:rFonts w:ascii="Arial" w:hAnsi="Arial" w:cs="Arial"/>
          <w:b/>
          <w:sz w:val="20"/>
          <w:szCs w:val="20"/>
        </w:rPr>
        <w:t>, um sich zu befreien</w:t>
      </w:r>
      <w:r w:rsidR="004D11A7">
        <w:rPr>
          <w:rFonts w:ascii="Arial" w:hAnsi="Arial" w:cs="Arial"/>
          <w:b/>
          <w:sz w:val="20"/>
          <w:szCs w:val="20"/>
        </w:rPr>
        <w:t xml:space="preserve">: Bei „Exit – </w:t>
      </w:r>
      <w:r w:rsidR="003065A7" w:rsidRPr="003065A7">
        <w:rPr>
          <w:rFonts w:ascii="Arial" w:hAnsi="Arial" w:cs="Arial"/>
          <w:b/>
          <w:sz w:val="20"/>
          <w:szCs w:val="20"/>
        </w:rPr>
        <w:t xml:space="preserve">Live </w:t>
      </w:r>
      <w:r w:rsidR="003E275B">
        <w:rPr>
          <w:rFonts w:ascii="Arial" w:hAnsi="Arial" w:cs="Arial"/>
          <w:b/>
          <w:sz w:val="20"/>
          <w:szCs w:val="20"/>
        </w:rPr>
        <w:t>Adventures</w:t>
      </w:r>
      <w:r w:rsidR="003065A7" w:rsidRPr="003065A7">
        <w:rPr>
          <w:rFonts w:ascii="Arial" w:hAnsi="Arial" w:cs="Arial"/>
          <w:b/>
          <w:sz w:val="20"/>
          <w:szCs w:val="20"/>
        </w:rPr>
        <w:t xml:space="preserve">“ in Berlin </w:t>
      </w:r>
      <w:r w:rsidR="00BA54D7">
        <w:rPr>
          <w:rFonts w:ascii="Arial" w:hAnsi="Arial" w:cs="Arial"/>
          <w:b/>
          <w:sz w:val="20"/>
          <w:szCs w:val="20"/>
        </w:rPr>
        <w:t>werden</w:t>
      </w:r>
      <w:r w:rsidR="003065A7" w:rsidRPr="003065A7">
        <w:rPr>
          <w:rFonts w:ascii="Arial" w:hAnsi="Arial" w:cs="Arial"/>
          <w:b/>
          <w:sz w:val="20"/>
          <w:szCs w:val="20"/>
        </w:rPr>
        <w:t xml:space="preserve"> </w:t>
      </w:r>
      <w:r w:rsidR="00D86D34">
        <w:rPr>
          <w:rFonts w:ascii="Arial" w:hAnsi="Arial" w:cs="Arial"/>
          <w:b/>
          <w:sz w:val="20"/>
          <w:szCs w:val="20"/>
        </w:rPr>
        <w:t>T</w:t>
      </w:r>
      <w:r w:rsidR="003065A7" w:rsidRPr="003065A7">
        <w:rPr>
          <w:rFonts w:ascii="Arial" w:hAnsi="Arial" w:cs="Arial"/>
          <w:b/>
          <w:sz w:val="20"/>
          <w:szCs w:val="20"/>
        </w:rPr>
        <w:t xml:space="preserve">eams </w:t>
      </w:r>
      <w:r w:rsidR="00AD3AED">
        <w:rPr>
          <w:rFonts w:ascii="Arial" w:hAnsi="Arial" w:cs="Arial"/>
          <w:b/>
          <w:sz w:val="20"/>
          <w:szCs w:val="20"/>
        </w:rPr>
        <w:t>in puncto</w:t>
      </w:r>
      <w:r w:rsidR="001A6AEA">
        <w:rPr>
          <w:rFonts w:ascii="Arial" w:hAnsi="Arial" w:cs="Arial"/>
          <w:b/>
          <w:sz w:val="20"/>
          <w:szCs w:val="20"/>
        </w:rPr>
        <w:t xml:space="preserve"> kreative Lösungen</w:t>
      </w:r>
      <w:r w:rsidR="00ED1D01">
        <w:rPr>
          <w:rFonts w:ascii="Arial" w:hAnsi="Arial" w:cs="Arial"/>
          <w:b/>
          <w:sz w:val="20"/>
          <w:szCs w:val="20"/>
        </w:rPr>
        <w:t xml:space="preserve">, </w:t>
      </w:r>
      <w:r w:rsidR="00C5120B">
        <w:rPr>
          <w:rFonts w:ascii="Arial" w:hAnsi="Arial" w:cs="Arial"/>
          <w:b/>
          <w:sz w:val="20"/>
          <w:szCs w:val="20"/>
        </w:rPr>
        <w:t>Geschicklichkeit</w:t>
      </w:r>
      <w:r w:rsidR="001A6AEA">
        <w:rPr>
          <w:rFonts w:ascii="Arial" w:hAnsi="Arial" w:cs="Arial"/>
          <w:b/>
          <w:sz w:val="20"/>
          <w:szCs w:val="20"/>
        </w:rPr>
        <w:t xml:space="preserve"> und Team</w:t>
      </w:r>
      <w:r w:rsidR="00ED1D01">
        <w:rPr>
          <w:rFonts w:ascii="Arial" w:hAnsi="Arial" w:cs="Arial"/>
          <w:b/>
          <w:sz w:val="20"/>
          <w:szCs w:val="20"/>
        </w:rPr>
        <w:t xml:space="preserve">arbeit </w:t>
      </w:r>
      <w:r w:rsidR="00BA54D7">
        <w:rPr>
          <w:rFonts w:ascii="Arial" w:hAnsi="Arial" w:cs="Arial"/>
          <w:b/>
          <w:sz w:val="20"/>
          <w:szCs w:val="20"/>
        </w:rPr>
        <w:t xml:space="preserve">auf die Probe gestellt. </w:t>
      </w:r>
      <w:r w:rsidR="00AD3AED">
        <w:rPr>
          <w:rFonts w:ascii="Arial" w:hAnsi="Arial" w:cs="Arial"/>
          <w:b/>
          <w:sz w:val="20"/>
          <w:szCs w:val="20"/>
        </w:rPr>
        <w:t>Als Team</w:t>
      </w:r>
      <w:r w:rsidR="001A6AEA">
        <w:rPr>
          <w:rFonts w:ascii="Arial" w:hAnsi="Arial" w:cs="Arial"/>
          <w:b/>
          <w:sz w:val="20"/>
          <w:szCs w:val="20"/>
        </w:rPr>
        <w:t>-B</w:t>
      </w:r>
      <w:r w:rsidR="00AD3AED">
        <w:rPr>
          <w:rFonts w:ascii="Arial" w:hAnsi="Arial" w:cs="Arial"/>
          <w:b/>
          <w:sz w:val="20"/>
          <w:szCs w:val="20"/>
        </w:rPr>
        <w:t>uild</w:t>
      </w:r>
      <w:r w:rsidR="00F71263">
        <w:rPr>
          <w:rFonts w:ascii="Arial" w:hAnsi="Arial" w:cs="Arial"/>
          <w:b/>
          <w:sz w:val="20"/>
          <w:szCs w:val="20"/>
        </w:rPr>
        <w:t>ing-</w:t>
      </w:r>
      <w:r w:rsidR="00646518">
        <w:rPr>
          <w:rFonts w:ascii="Arial" w:hAnsi="Arial" w:cs="Arial"/>
          <w:b/>
          <w:sz w:val="20"/>
          <w:szCs w:val="20"/>
        </w:rPr>
        <w:t>Event</w:t>
      </w:r>
      <w:r w:rsidR="00AD3AED">
        <w:rPr>
          <w:rFonts w:ascii="Arial" w:hAnsi="Arial" w:cs="Arial"/>
          <w:b/>
          <w:sz w:val="20"/>
          <w:szCs w:val="20"/>
        </w:rPr>
        <w:t xml:space="preserve"> </w:t>
      </w:r>
      <w:r w:rsidR="00BA54D7">
        <w:rPr>
          <w:rFonts w:ascii="Arial" w:hAnsi="Arial" w:cs="Arial"/>
          <w:b/>
          <w:sz w:val="20"/>
          <w:szCs w:val="20"/>
        </w:rPr>
        <w:t xml:space="preserve">sind die interaktiven </w:t>
      </w:r>
      <w:r w:rsidR="00ED1D01">
        <w:rPr>
          <w:rFonts w:ascii="Arial" w:hAnsi="Arial" w:cs="Arial"/>
          <w:b/>
          <w:sz w:val="20"/>
          <w:szCs w:val="20"/>
        </w:rPr>
        <w:t xml:space="preserve">Live </w:t>
      </w:r>
      <w:proofErr w:type="spellStart"/>
      <w:r w:rsidR="00646518">
        <w:rPr>
          <w:rFonts w:ascii="Arial" w:hAnsi="Arial" w:cs="Arial"/>
          <w:b/>
          <w:sz w:val="20"/>
          <w:szCs w:val="20"/>
        </w:rPr>
        <w:t>Escape</w:t>
      </w:r>
      <w:proofErr w:type="spellEnd"/>
      <w:r w:rsidR="00646518">
        <w:rPr>
          <w:rFonts w:ascii="Arial" w:hAnsi="Arial" w:cs="Arial"/>
          <w:b/>
          <w:sz w:val="20"/>
          <w:szCs w:val="20"/>
        </w:rPr>
        <w:t xml:space="preserve"> Games</w:t>
      </w:r>
      <w:r w:rsidR="00BA54D7">
        <w:rPr>
          <w:rFonts w:ascii="Arial" w:hAnsi="Arial" w:cs="Arial"/>
          <w:b/>
          <w:sz w:val="20"/>
          <w:szCs w:val="20"/>
        </w:rPr>
        <w:t xml:space="preserve"> daher bei Firmen aber auch bei </w:t>
      </w:r>
      <w:r w:rsidR="00646518">
        <w:rPr>
          <w:rFonts w:ascii="Arial" w:hAnsi="Arial" w:cs="Arial"/>
          <w:b/>
          <w:sz w:val="20"/>
          <w:szCs w:val="20"/>
        </w:rPr>
        <w:t>Privatg</w:t>
      </w:r>
      <w:r w:rsidR="00BA54D7">
        <w:rPr>
          <w:rFonts w:ascii="Arial" w:hAnsi="Arial" w:cs="Arial"/>
          <w:b/>
          <w:sz w:val="20"/>
          <w:szCs w:val="20"/>
        </w:rPr>
        <w:t xml:space="preserve">ruppen </w:t>
      </w:r>
      <w:r w:rsidR="00F71263">
        <w:rPr>
          <w:rFonts w:ascii="Arial" w:hAnsi="Arial" w:cs="Arial"/>
          <w:b/>
          <w:sz w:val="20"/>
          <w:szCs w:val="20"/>
        </w:rPr>
        <w:t xml:space="preserve">sehr </w:t>
      </w:r>
      <w:r w:rsidR="00BA54D7">
        <w:rPr>
          <w:rFonts w:ascii="Arial" w:hAnsi="Arial" w:cs="Arial"/>
          <w:b/>
          <w:sz w:val="20"/>
          <w:szCs w:val="20"/>
        </w:rPr>
        <w:t>gefragt</w:t>
      </w:r>
      <w:r w:rsidR="003065A7" w:rsidRPr="003065A7">
        <w:rPr>
          <w:rFonts w:ascii="Arial" w:hAnsi="Arial" w:cs="Arial"/>
          <w:b/>
          <w:sz w:val="20"/>
          <w:szCs w:val="20"/>
        </w:rPr>
        <w:t xml:space="preserve">. </w:t>
      </w:r>
      <w:r w:rsidR="00C00ED6">
        <w:rPr>
          <w:rFonts w:ascii="Arial" w:hAnsi="Arial" w:cs="Arial"/>
          <w:b/>
          <w:sz w:val="20"/>
          <w:szCs w:val="20"/>
        </w:rPr>
        <w:t xml:space="preserve">In den engen </w:t>
      </w:r>
      <w:r w:rsidR="00607CD7">
        <w:rPr>
          <w:rFonts w:ascii="Arial" w:hAnsi="Arial" w:cs="Arial"/>
          <w:b/>
          <w:sz w:val="20"/>
          <w:szCs w:val="20"/>
        </w:rPr>
        <w:t>Spielr</w:t>
      </w:r>
      <w:r w:rsidR="00102ED0">
        <w:rPr>
          <w:rFonts w:ascii="Arial" w:hAnsi="Arial" w:cs="Arial"/>
          <w:b/>
          <w:sz w:val="20"/>
          <w:szCs w:val="20"/>
        </w:rPr>
        <w:t>äumen muss dabei f</w:t>
      </w:r>
      <w:r w:rsidR="00646518">
        <w:rPr>
          <w:rFonts w:ascii="Arial" w:hAnsi="Arial" w:cs="Arial"/>
          <w:b/>
          <w:sz w:val="20"/>
          <w:szCs w:val="20"/>
        </w:rPr>
        <w:t xml:space="preserve">ür besondere Sicherheit gesorgt werden: </w:t>
      </w:r>
      <w:r w:rsidR="001A6AEA">
        <w:rPr>
          <w:rFonts w:ascii="Arial" w:hAnsi="Arial" w:cs="Arial"/>
          <w:b/>
          <w:sz w:val="20"/>
          <w:szCs w:val="20"/>
        </w:rPr>
        <w:t xml:space="preserve">Dank </w:t>
      </w:r>
      <w:r w:rsidR="003065A7" w:rsidRPr="003065A7">
        <w:rPr>
          <w:rFonts w:ascii="Arial" w:hAnsi="Arial" w:cs="Arial"/>
          <w:b/>
          <w:sz w:val="20"/>
          <w:szCs w:val="20"/>
        </w:rPr>
        <w:t>AB</w:t>
      </w:r>
      <w:bookmarkStart w:id="0" w:name="_GoBack"/>
      <w:bookmarkEnd w:id="0"/>
      <w:r w:rsidR="003065A7" w:rsidRPr="003065A7">
        <w:rPr>
          <w:rFonts w:ascii="Arial" w:hAnsi="Arial" w:cs="Arial"/>
          <w:b/>
          <w:sz w:val="20"/>
          <w:szCs w:val="20"/>
        </w:rPr>
        <w:t>US I</w:t>
      </w:r>
      <w:r w:rsidR="00ED1D01">
        <w:rPr>
          <w:rFonts w:ascii="Arial" w:hAnsi="Arial" w:cs="Arial"/>
          <w:b/>
          <w:sz w:val="20"/>
          <w:szCs w:val="20"/>
        </w:rPr>
        <w:t xml:space="preserve">P </w:t>
      </w:r>
      <w:r w:rsidR="001A6AEA">
        <w:rPr>
          <w:rFonts w:ascii="Arial" w:hAnsi="Arial" w:cs="Arial"/>
          <w:b/>
          <w:sz w:val="20"/>
          <w:szCs w:val="20"/>
        </w:rPr>
        <w:t>Videoüberwachung</w:t>
      </w:r>
      <w:r w:rsidR="00ED1D01">
        <w:rPr>
          <w:rFonts w:ascii="Arial" w:hAnsi="Arial" w:cs="Arial"/>
          <w:b/>
          <w:sz w:val="20"/>
          <w:szCs w:val="20"/>
        </w:rPr>
        <w:t xml:space="preserve"> </w:t>
      </w:r>
      <w:r w:rsidR="00E122CD">
        <w:rPr>
          <w:rFonts w:ascii="Arial" w:hAnsi="Arial" w:cs="Arial"/>
          <w:b/>
          <w:sz w:val="20"/>
          <w:szCs w:val="20"/>
        </w:rPr>
        <w:t>sind</w:t>
      </w:r>
      <w:r w:rsidR="00C00ED6">
        <w:rPr>
          <w:rFonts w:ascii="Arial" w:hAnsi="Arial" w:cs="Arial"/>
          <w:b/>
          <w:sz w:val="20"/>
          <w:szCs w:val="20"/>
        </w:rPr>
        <w:t xml:space="preserve"> </w:t>
      </w:r>
      <w:r w:rsidR="001A6AEA">
        <w:rPr>
          <w:rFonts w:ascii="Arial" w:hAnsi="Arial" w:cs="Arial"/>
          <w:b/>
          <w:sz w:val="20"/>
          <w:szCs w:val="20"/>
        </w:rPr>
        <w:t>die Veranstalter</w:t>
      </w:r>
      <w:r w:rsidR="00744877">
        <w:rPr>
          <w:rFonts w:ascii="Arial" w:hAnsi="Arial" w:cs="Arial"/>
          <w:b/>
          <w:sz w:val="20"/>
          <w:szCs w:val="20"/>
        </w:rPr>
        <w:t xml:space="preserve"> </w:t>
      </w:r>
      <w:r w:rsidR="00E122CD">
        <w:rPr>
          <w:rFonts w:ascii="Arial" w:hAnsi="Arial" w:cs="Arial"/>
          <w:b/>
          <w:sz w:val="20"/>
          <w:szCs w:val="20"/>
        </w:rPr>
        <w:t xml:space="preserve">daher </w:t>
      </w:r>
      <w:r w:rsidR="003065A7" w:rsidRPr="003065A7">
        <w:rPr>
          <w:rFonts w:ascii="Arial" w:hAnsi="Arial" w:cs="Arial"/>
          <w:b/>
          <w:sz w:val="20"/>
          <w:szCs w:val="20"/>
        </w:rPr>
        <w:t>jeder</w:t>
      </w:r>
      <w:r w:rsidR="00EC2C5D">
        <w:rPr>
          <w:rFonts w:ascii="Arial" w:hAnsi="Arial" w:cs="Arial"/>
          <w:b/>
          <w:sz w:val="20"/>
          <w:szCs w:val="20"/>
        </w:rPr>
        <w:t>z</w:t>
      </w:r>
      <w:r w:rsidR="003065A7" w:rsidRPr="003065A7">
        <w:rPr>
          <w:rFonts w:ascii="Arial" w:hAnsi="Arial" w:cs="Arial"/>
          <w:b/>
          <w:sz w:val="20"/>
          <w:szCs w:val="20"/>
        </w:rPr>
        <w:t>eit</w:t>
      </w:r>
      <w:r w:rsidR="004D11A7">
        <w:rPr>
          <w:rFonts w:ascii="Arial" w:hAnsi="Arial" w:cs="Arial"/>
          <w:b/>
          <w:sz w:val="20"/>
          <w:szCs w:val="20"/>
        </w:rPr>
        <w:t xml:space="preserve"> </w:t>
      </w:r>
      <w:r w:rsidR="001A6AEA">
        <w:rPr>
          <w:rFonts w:ascii="Arial" w:hAnsi="Arial" w:cs="Arial"/>
          <w:b/>
          <w:sz w:val="20"/>
          <w:szCs w:val="20"/>
        </w:rPr>
        <w:t>voll</w:t>
      </w:r>
      <w:r w:rsidR="003065A7" w:rsidRPr="003065A7">
        <w:rPr>
          <w:rFonts w:ascii="Arial" w:hAnsi="Arial" w:cs="Arial"/>
          <w:b/>
          <w:sz w:val="20"/>
          <w:szCs w:val="20"/>
        </w:rPr>
        <w:t xml:space="preserve"> im Bilde</w:t>
      </w:r>
      <w:r w:rsidR="00E122CD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9D2F66" w:rsidRDefault="001A6AEA" w:rsidP="003065A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 Meter unter der Erde befindet sich d</w:t>
      </w:r>
      <w:r w:rsidR="00963964">
        <w:rPr>
          <w:rFonts w:ascii="Arial" w:hAnsi="Arial" w:cs="Arial"/>
          <w:sz w:val="20"/>
          <w:szCs w:val="20"/>
        </w:rPr>
        <w:t xml:space="preserve">as </w:t>
      </w:r>
      <w:r w:rsidR="00140AAA">
        <w:rPr>
          <w:rFonts w:ascii="Arial" w:hAnsi="Arial" w:cs="Arial"/>
          <w:sz w:val="20"/>
          <w:szCs w:val="20"/>
        </w:rPr>
        <w:t>A</w:t>
      </w:r>
      <w:r w:rsidR="00963964">
        <w:rPr>
          <w:rFonts w:ascii="Arial" w:hAnsi="Arial" w:cs="Arial"/>
          <w:sz w:val="20"/>
          <w:szCs w:val="20"/>
        </w:rPr>
        <w:t xml:space="preserve">real von „Exit – Live </w:t>
      </w:r>
      <w:r w:rsidR="003E275B">
        <w:rPr>
          <w:rFonts w:ascii="Arial" w:hAnsi="Arial" w:cs="Arial"/>
          <w:sz w:val="20"/>
          <w:szCs w:val="20"/>
        </w:rPr>
        <w:t>Adventures</w:t>
      </w:r>
      <w:r w:rsidR="0096396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– inmitten eines </w:t>
      </w:r>
      <w:r w:rsidR="00112498">
        <w:rPr>
          <w:rFonts w:ascii="Arial" w:hAnsi="Arial" w:cs="Arial"/>
          <w:sz w:val="20"/>
          <w:szCs w:val="20"/>
        </w:rPr>
        <w:t>ehemaligen</w:t>
      </w:r>
      <w:r>
        <w:rPr>
          <w:rFonts w:ascii="Arial" w:hAnsi="Arial" w:cs="Arial"/>
          <w:sz w:val="20"/>
          <w:szCs w:val="20"/>
        </w:rPr>
        <w:t xml:space="preserve"> Berliner</w:t>
      </w:r>
      <w:r w:rsidR="00112498">
        <w:rPr>
          <w:rFonts w:ascii="Arial" w:hAnsi="Arial" w:cs="Arial"/>
          <w:sz w:val="20"/>
          <w:szCs w:val="20"/>
        </w:rPr>
        <w:t xml:space="preserve"> DDR-Bunkers</w:t>
      </w:r>
      <w:r w:rsidR="00963964">
        <w:rPr>
          <w:rFonts w:ascii="Arial" w:hAnsi="Arial" w:cs="Arial"/>
          <w:sz w:val="20"/>
          <w:szCs w:val="20"/>
        </w:rPr>
        <w:t>.</w:t>
      </w:r>
      <w:r w:rsidR="00270C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 forma eingesperrt in dieser</w:t>
      </w:r>
      <w:r w:rsidR="002D466C">
        <w:rPr>
          <w:rFonts w:ascii="Arial" w:hAnsi="Arial" w:cs="Arial"/>
          <w:sz w:val="20"/>
          <w:szCs w:val="20"/>
        </w:rPr>
        <w:t xml:space="preserve"> </w:t>
      </w:r>
      <w:r w:rsidR="00112498">
        <w:rPr>
          <w:rFonts w:ascii="Arial" w:hAnsi="Arial" w:cs="Arial"/>
          <w:sz w:val="20"/>
          <w:szCs w:val="20"/>
        </w:rPr>
        <w:t xml:space="preserve">bewusst </w:t>
      </w:r>
      <w:r w:rsidR="00216680">
        <w:rPr>
          <w:rFonts w:ascii="Arial" w:hAnsi="Arial" w:cs="Arial"/>
          <w:sz w:val="20"/>
          <w:szCs w:val="20"/>
        </w:rPr>
        <w:t xml:space="preserve">dämmrig beleuchteten, </w:t>
      </w:r>
      <w:r w:rsidR="00033AD3">
        <w:rPr>
          <w:rFonts w:ascii="Arial" w:hAnsi="Arial" w:cs="Arial"/>
          <w:sz w:val="20"/>
          <w:szCs w:val="20"/>
        </w:rPr>
        <w:t>historischen</w:t>
      </w:r>
      <w:r w:rsidR="002D466C">
        <w:rPr>
          <w:rFonts w:ascii="Arial" w:hAnsi="Arial" w:cs="Arial"/>
          <w:sz w:val="20"/>
          <w:szCs w:val="20"/>
        </w:rPr>
        <w:t xml:space="preserve"> Kulisse </w:t>
      </w:r>
      <w:r w:rsidR="008063CD">
        <w:rPr>
          <w:rFonts w:ascii="Arial" w:hAnsi="Arial" w:cs="Arial"/>
          <w:sz w:val="20"/>
          <w:szCs w:val="20"/>
        </w:rPr>
        <w:t>gilt</w:t>
      </w:r>
      <w:r w:rsidR="002D466C">
        <w:rPr>
          <w:rFonts w:ascii="Arial" w:hAnsi="Arial" w:cs="Arial"/>
          <w:sz w:val="20"/>
          <w:szCs w:val="20"/>
        </w:rPr>
        <w:t xml:space="preserve"> es</w:t>
      </w:r>
      <w:r w:rsidR="00033AD3">
        <w:rPr>
          <w:rFonts w:ascii="Arial" w:hAnsi="Arial" w:cs="Arial"/>
          <w:sz w:val="20"/>
          <w:szCs w:val="20"/>
        </w:rPr>
        <w:t xml:space="preserve"> für die </w:t>
      </w:r>
      <w:r>
        <w:rPr>
          <w:rFonts w:ascii="Arial" w:hAnsi="Arial" w:cs="Arial"/>
          <w:sz w:val="20"/>
          <w:szCs w:val="20"/>
        </w:rPr>
        <w:t>Teams, gemeinsam an einem „Ausbruch“ zu arbeiten. Dabei stellen sich ihnen Schlösser, Ketten und Geheimt</w:t>
      </w:r>
      <w:r w:rsidR="002D466C">
        <w:rPr>
          <w:rFonts w:ascii="Arial" w:hAnsi="Arial" w:cs="Arial"/>
          <w:sz w:val="20"/>
          <w:szCs w:val="20"/>
        </w:rPr>
        <w:t>üren</w:t>
      </w:r>
      <w:r>
        <w:rPr>
          <w:rFonts w:ascii="Arial" w:hAnsi="Arial" w:cs="Arial"/>
          <w:sz w:val="20"/>
          <w:szCs w:val="20"/>
        </w:rPr>
        <w:t xml:space="preserve"> in den Weg</w:t>
      </w:r>
      <w:r w:rsidR="00604E3E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Die Teilnehmer</w:t>
      </w:r>
      <w:r w:rsidR="00F15A32">
        <w:rPr>
          <w:rFonts w:ascii="Arial" w:hAnsi="Arial" w:cs="Arial"/>
          <w:sz w:val="20"/>
          <w:szCs w:val="20"/>
        </w:rPr>
        <w:t xml:space="preserve"> </w:t>
      </w:r>
      <w:r w:rsidR="00727EE7">
        <w:rPr>
          <w:rFonts w:ascii="Arial" w:hAnsi="Arial" w:cs="Arial"/>
          <w:sz w:val="20"/>
          <w:szCs w:val="20"/>
        </w:rPr>
        <w:t>reichen</w:t>
      </w:r>
      <w:r w:rsidR="00F15A32">
        <w:rPr>
          <w:rFonts w:ascii="Arial" w:hAnsi="Arial" w:cs="Arial"/>
          <w:sz w:val="20"/>
          <w:szCs w:val="20"/>
        </w:rPr>
        <w:t xml:space="preserve"> </w:t>
      </w:r>
      <w:r w:rsidR="00727EE7">
        <w:rPr>
          <w:rFonts w:ascii="Arial" w:hAnsi="Arial" w:cs="Arial"/>
          <w:sz w:val="20"/>
          <w:szCs w:val="20"/>
        </w:rPr>
        <w:t xml:space="preserve">von </w:t>
      </w:r>
      <w:r w:rsidR="00C11525">
        <w:rPr>
          <w:rFonts w:ascii="Arial" w:hAnsi="Arial" w:cs="Arial"/>
          <w:sz w:val="20"/>
          <w:szCs w:val="20"/>
        </w:rPr>
        <w:t>Top-</w:t>
      </w:r>
      <w:r w:rsidR="00727EE7">
        <w:rPr>
          <w:rFonts w:ascii="Arial" w:hAnsi="Arial" w:cs="Arial"/>
          <w:sz w:val="20"/>
          <w:szCs w:val="20"/>
        </w:rPr>
        <w:t xml:space="preserve">Managern </w:t>
      </w:r>
      <w:r w:rsidR="00F15A32">
        <w:rPr>
          <w:rFonts w:ascii="Arial" w:hAnsi="Arial" w:cs="Arial"/>
          <w:sz w:val="20"/>
          <w:szCs w:val="20"/>
        </w:rPr>
        <w:t>bis hin zu Schulklassen. Gerade angesichts der untersc</w:t>
      </w:r>
      <w:r>
        <w:rPr>
          <w:rFonts w:ascii="Arial" w:hAnsi="Arial" w:cs="Arial"/>
          <w:sz w:val="20"/>
          <w:szCs w:val="20"/>
        </w:rPr>
        <w:t>hiedlichen Besucher, die unter Zeitd</w:t>
      </w:r>
      <w:r w:rsidR="00F15A32">
        <w:rPr>
          <w:rFonts w:ascii="Arial" w:hAnsi="Arial" w:cs="Arial"/>
          <w:sz w:val="20"/>
          <w:szCs w:val="20"/>
        </w:rPr>
        <w:t xml:space="preserve">ruck für </w:t>
      </w:r>
      <w:r>
        <w:rPr>
          <w:rFonts w:ascii="Arial" w:hAnsi="Arial" w:cs="Arial"/>
          <w:sz w:val="20"/>
          <w:szCs w:val="20"/>
        </w:rPr>
        <w:t xml:space="preserve">mehrere </w:t>
      </w:r>
      <w:r w:rsidR="00F15A32">
        <w:rPr>
          <w:rFonts w:ascii="Arial" w:hAnsi="Arial" w:cs="Arial"/>
          <w:sz w:val="20"/>
          <w:szCs w:val="20"/>
        </w:rPr>
        <w:t xml:space="preserve">Stunden auf engem Raum </w:t>
      </w:r>
      <w:r>
        <w:rPr>
          <w:rFonts w:ascii="Arial" w:hAnsi="Arial" w:cs="Arial"/>
          <w:sz w:val="20"/>
          <w:szCs w:val="20"/>
        </w:rPr>
        <w:t>zusammenarbeiten müssen</w:t>
      </w:r>
      <w:r w:rsidR="00F15A32">
        <w:rPr>
          <w:rFonts w:ascii="Arial" w:hAnsi="Arial" w:cs="Arial"/>
          <w:sz w:val="20"/>
          <w:szCs w:val="20"/>
        </w:rPr>
        <w:t xml:space="preserve">, ist es wichtig, </w:t>
      </w:r>
      <w:r>
        <w:rPr>
          <w:rFonts w:ascii="Arial" w:hAnsi="Arial" w:cs="Arial"/>
          <w:sz w:val="20"/>
          <w:szCs w:val="20"/>
        </w:rPr>
        <w:t xml:space="preserve">stets </w:t>
      </w:r>
      <w:r w:rsidR="00F15A32">
        <w:rPr>
          <w:rFonts w:ascii="Arial" w:hAnsi="Arial" w:cs="Arial"/>
          <w:sz w:val="20"/>
          <w:szCs w:val="20"/>
        </w:rPr>
        <w:t>all</w:t>
      </w:r>
      <w:r w:rsidR="00727EE7">
        <w:rPr>
          <w:rFonts w:ascii="Arial" w:hAnsi="Arial" w:cs="Arial"/>
          <w:sz w:val="20"/>
          <w:szCs w:val="20"/>
        </w:rPr>
        <w:t xml:space="preserve">es unter Kontrolle zu haben. </w:t>
      </w:r>
      <w:r>
        <w:rPr>
          <w:rFonts w:ascii="Arial" w:hAnsi="Arial" w:cs="Arial"/>
          <w:sz w:val="20"/>
          <w:szCs w:val="20"/>
        </w:rPr>
        <w:t>Dabei vertraut</w:t>
      </w:r>
      <w:r w:rsidR="008C1D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C0833">
        <w:rPr>
          <w:rFonts w:ascii="Arial" w:hAnsi="Arial" w:cs="Arial"/>
          <w:sz w:val="20"/>
          <w:szCs w:val="20"/>
        </w:rPr>
        <w:t>Rael</w:t>
      </w:r>
      <w:proofErr w:type="spellEnd"/>
      <w:r w:rsidR="00FC0833">
        <w:rPr>
          <w:rFonts w:ascii="Arial" w:hAnsi="Arial" w:cs="Arial"/>
          <w:sz w:val="20"/>
          <w:szCs w:val="20"/>
        </w:rPr>
        <w:t xml:space="preserve"> Hoffman, </w:t>
      </w:r>
      <w:r w:rsidR="0051519C">
        <w:rPr>
          <w:rFonts w:ascii="Arial" w:hAnsi="Arial" w:cs="Arial"/>
          <w:sz w:val="20"/>
          <w:szCs w:val="20"/>
        </w:rPr>
        <w:t>G</w:t>
      </w:r>
      <w:r w:rsidR="008C1D24">
        <w:rPr>
          <w:rFonts w:ascii="Arial" w:hAnsi="Arial" w:cs="Arial"/>
          <w:sz w:val="20"/>
          <w:szCs w:val="20"/>
        </w:rPr>
        <w:t>ründer</w:t>
      </w:r>
      <w:r w:rsidR="0051519C">
        <w:rPr>
          <w:rFonts w:ascii="Arial" w:hAnsi="Arial" w:cs="Arial"/>
          <w:sz w:val="20"/>
          <w:szCs w:val="20"/>
        </w:rPr>
        <w:t xml:space="preserve"> und Geschäftsführer</w:t>
      </w:r>
      <w:r w:rsidR="00FC0833">
        <w:rPr>
          <w:rFonts w:ascii="Arial" w:hAnsi="Arial" w:cs="Arial"/>
          <w:sz w:val="20"/>
          <w:szCs w:val="20"/>
        </w:rPr>
        <w:t xml:space="preserve"> </w:t>
      </w:r>
      <w:r w:rsidR="0051519C">
        <w:rPr>
          <w:rFonts w:ascii="Arial" w:hAnsi="Arial" w:cs="Arial"/>
          <w:sz w:val="20"/>
          <w:szCs w:val="20"/>
        </w:rPr>
        <w:t>von</w:t>
      </w:r>
      <w:r w:rsidR="00FC0833">
        <w:rPr>
          <w:rFonts w:ascii="Arial" w:hAnsi="Arial" w:cs="Arial"/>
          <w:sz w:val="20"/>
          <w:szCs w:val="20"/>
        </w:rPr>
        <w:t xml:space="preserve"> „Exit – Live</w:t>
      </w:r>
      <w:r w:rsidR="003E275B">
        <w:rPr>
          <w:rFonts w:ascii="Arial" w:hAnsi="Arial" w:cs="Arial"/>
          <w:sz w:val="20"/>
          <w:szCs w:val="20"/>
        </w:rPr>
        <w:t xml:space="preserve"> Adventures</w:t>
      </w:r>
      <w:r w:rsidR="00FC0833">
        <w:rPr>
          <w:rFonts w:ascii="Arial" w:hAnsi="Arial" w:cs="Arial"/>
          <w:sz w:val="20"/>
          <w:szCs w:val="20"/>
        </w:rPr>
        <w:t>“</w:t>
      </w:r>
      <w:r w:rsidR="00897F5E">
        <w:rPr>
          <w:rFonts w:ascii="Arial" w:hAnsi="Arial" w:cs="Arial"/>
          <w:sz w:val="20"/>
          <w:szCs w:val="20"/>
        </w:rPr>
        <w:t xml:space="preserve"> </w:t>
      </w:r>
      <w:r w:rsidR="00033AD3">
        <w:rPr>
          <w:rFonts w:ascii="Arial" w:hAnsi="Arial" w:cs="Arial"/>
          <w:sz w:val="20"/>
          <w:szCs w:val="20"/>
        </w:rPr>
        <w:t xml:space="preserve">auf </w:t>
      </w:r>
      <w:r>
        <w:rPr>
          <w:rFonts w:ascii="Arial" w:hAnsi="Arial" w:cs="Arial"/>
          <w:sz w:val="20"/>
          <w:szCs w:val="20"/>
        </w:rPr>
        <w:t xml:space="preserve">elektronische Sicherheitstechnik </w:t>
      </w:r>
      <w:r w:rsidR="00EC2C5D">
        <w:rPr>
          <w:rFonts w:ascii="Arial" w:hAnsi="Arial" w:cs="Arial"/>
          <w:sz w:val="20"/>
          <w:szCs w:val="20"/>
        </w:rPr>
        <w:t>von</w:t>
      </w:r>
      <w:r w:rsidR="00BC1629">
        <w:rPr>
          <w:rFonts w:ascii="Arial" w:hAnsi="Arial" w:cs="Arial"/>
          <w:sz w:val="20"/>
          <w:szCs w:val="20"/>
        </w:rPr>
        <w:t xml:space="preserve"> </w:t>
      </w:r>
      <w:r w:rsidR="00CA77A6">
        <w:rPr>
          <w:rFonts w:ascii="Arial" w:hAnsi="Arial" w:cs="Arial"/>
          <w:sz w:val="20"/>
          <w:szCs w:val="20"/>
        </w:rPr>
        <w:t>ABUS. „Die Sicherheit</w:t>
      </w:r>
      <w:r>
        <w:rPr>
          <w:rFonts w:ascii="Arial" w:hAnsi="Arial" w:cs="Arial"/>
          <w:sz w:val="20"/>
          <w:szCs w:val="20"/>
        </w:rPr>
        <w:t xml:space="preserve"> unserer Spielgäste ist </w:t>
      </w:r>
      <w:r w:rsidR="00CA77A6">
        <w:rPr>
          <w:rFonts w:ascii="Arial" w:hAnsi="Arial" w:cs="Arial"/>
          <w:sz w:val="20"/>
          <w:szCs w:val="20"/>
        </w:rPr>
        <w:t>das A und O. Mit ABUS können wir</w:t>
      </w:r>
      <w:r w:rsidR="00416471">
        <w:rPr>
          <w:rFonts w:ascii="Arial" w:hAnsi="Arial" w:cs="Arial"/>
          <w:sz w:val="20"/>
          <w:szCs w:val="20"/>
        </w:rPr>
        <w:t xml:space="preserve"> </w:t>
      </w:r>
      <w:r w:rsidR="0005709A">
        <w:rPr>
          <w:rFonts w:ascii="Arial" w:hAnsi="Arial" w:cs="Arial"/>
          <w:sz w:val="20"/>
          <w:szCs w:val="20"/>
        </w:rPr>
        <w:t xml:space="preserve">höchste Sicherheit </w:t>
      </w:r>
      <w:r w:rsidR="00415DC4">
        <w:rPr>
          <w:rFonts w:ascii="Arial" w:hAnsi="Arial" w:cs="Arial"/>
          <w:sz w:val="20"/>
          <w:szCs w:val="20"/>
        </w:rPr>
        <w:t xml:space="preserve">für unsere aufwändigen Spielmissionen jederzeit </w:t>
      </w:r>
      <w:r w:rsidR="0005709A">
        <w:rPr>
          <w:rFonts w:ascii="Arial" w:hAnsi="Arial" w:cs="Arial"/>
          <w:sz w:val="20"/>
          <w:szCs w:val="20"/>
        </w:rPr>
        <w:t>garantieren</w:t>
      </w:r>
      <w:r w:rsidR="00416471">
        <w:rPr>
          <w:rFonts w:ascii="Arial" w:hAnsi="Arial" w:cs="Arial"/>
          <w:sz w:val="20"/>
          <w:szCs w:val="20"/>
        </w:rPr>
        <w:t>“, so Hoffmann.</w:t>
      </w:r>
      <w:r w:rsidR="000F0559">
        <w:rPr>
          <w:rFonts w:ascii="Arial" w:hAnsi="Arial" w:cs="Arial"/>
          <w:sz w:val="20"/>
          <w:szCs w:val="20"/>
        </w:rPr>
        <w:t xml:space="preserve"> </w:t>
      </w:r>
      <w:r w:rsidR="00415DC4">
        <w:rPr>
          <w:rFonts w:ascii="Arial" w:hAnsi="Arial" w:cs="Arial"/>
          <w:sz w:val="20"/>
          <w:szCs w:val="20"/>
        </w:rPr>
        <w:t>Zum Einsatz kommt ABUS IP Videoüberwachung</w:t>
      </w:r>
      <w:r w:rsidR="0036266D">
        <w:rPr>
          <w:rFonts w:ascii="Arial" w:hAnsi="Arial" w:cs="Arial"/>
          <w:sz w:val="20"/>
          <w:szCs w:val="20"/>
        </w:rPr>
        <w:t>,</w:t>
      </w:r>
      <w:r w:rsidR="00415DC4">
        <w:rPr>
          <w:rFonts w:ascii="Arial" w:hAnsi="Arial" w:cs="Arial"/>
          <w:sz w:val="20"/>
          <w:szCs w:val="20"/>
        </w:rPr>
        <w:t xml:space="preserve"> die selbst bei schwierigen Lichtverhältnissen hervorragende Bilder liefert.</w:t>
      </w:r>
    </w:p>
    <w:p w:rsidR="003065A7" w:rsidRPr="003065A7" w:rsidRDefault="008063CD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Sicherheit im Spieleb</w:t>
      </w:r>
      <w:r w:rsidR="00CC351A">
        <w:rPr>
          <w:rFonts w:ascii="Arial" w:hAnsi="Arial" w:cs="Arial"/>
          <w:b/>
          <w:sz w:val="20"/>
          <w:szCs w:val="20"/>
        </w:rPr>
        <w:t>unker mit ABUS Videoüberwachung</w:t>
      </w:r>
    </w:p>
    <w:p w:rsidR="003B5C0C" w:rsidRDefault="00EC2C5D" w:rsidP="00461074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Ein wichtiger </w:t>
      </w:r>
      <w:r w:rsidR="00636D0B">
        <w:rPr>
          <w:rFonts w:ascii="Arial" w:hAnsi="Arial" w:cs="Arial"/>
          <w:sz w:val="20"/>
          <w:szCs w:val="20"/>
        </w:rPr>
        <w:t>Einsatz</w:t>
      </w:r>
      <w:r w:rsidR="0036266D">
        <w:rPr>
          <w:rFonts w:ascii="Arial" w:hAnsi="Arial" w:cs="Arial"/>
          <w:sz w:val="20"/>
          <w:szCs w:val="20"/>
        </w:rPr>
        <w:t>zweck</w:t>
      </w:r>
      <w:r w:rsidR="000F0559">
        <w:rPr>
          <w:rFonts w:ascii="Arial" w:hAnsi="Arial" w:cs="Arial"/>
          <w:sz w:val="20"/>
          <w:szCs w:val="20"/>
        </w:rPr>
        <w:t xml:space="preserve"> der ABUS Kameras ist die Live-</w:t>
      </w:r>
      <w:r>
        <w:rPr>
          <w:rFonts w:ascii="Arial" w:hAnsi="Arial" w:cs="Arial"/>
          <w:sz w:val="20"/>
          <w:szCs w:val="20"/>
        </w:rPr>
        <w:t>Überwachung</w:t>
      </w:r>
      <w:r w:rsidR="0036266D">
        <w:rPr>
          <w:rFonts w:ascii="Arial" w:hAnsi="Arial" w:cs="Arial"/>
          <w:sz w:val="20"/>
          <w:szCs w:val="20"/>
        </w:rPr>
        <w:t xml:space="preserve"> aller Gäste während des Betriebs</w:t>
      </w:r>
      <w:r>
        <w:rPr>
          <w:rFonts w:ascii="Arial" w:hAnsi="Arial" w:cs="Arial"/>
          <w:sz w:val="20"/>
          <w:szCs w:val="20"/>
        </w:rPr>
        <w:t xml:space="preserve"> in den Aufenthaltsräumen </w:t>
      </w:r>
      <w:r w:rsidR="0036266D">
        <w:rPr>
          <w:rFonts w:ascii="Arial" w:hAnsi="Arial" w:cs="Arial"/>
          <w:sz w:val="20"/>
          <w:szCs w:val="20"/>
        </w:rPr>
        <w:t>sowie der Schutz vor Vandalismus und Einbrechern außerhalb der Betriebszeiten</w:t>
      </w:r>
      <w:r>
        <w:rPr>
          <w:rFonts w:ascii="Arial" w:hAnsi="Arial" w:cs="Arial"/>
          <w:sz w:val="20"/>
          <w:szCs w:val="20"/>
        </w:rPr>
        <w:t xml:space="preserve">. </w:t>
      </w:r>
      <w:r w:rsidR="00461074" w:rsidRPr="003065A7">
        <w:rPr>
          <w:rFonts w:ascii="Arial" w:hAnsi="Arial" w:cs="Arial"/>
          <w:sz w:val="20"/>
          <w:szCs w:val="20"/>
        </w:rPr>
        <w:t xml:space="preserve">Das hervorragende Gegenlichtverhalten sowie die Nachtsichtfunktion mithilfe integrierter Infrarot-LEDs ermöglichen auch in </w:t>
      </w:r>
      <w:r w:rsidR="007E576A">
        <w:rPr>
          <w:rFonts w:ascii="Arial" w:hAnsi="Arial" w:cs="Arial"/>
          <w:sz w:val="20"/>
          <w:szCs w:val="20"/>
        </w:rPr>
        <w:t xml:space="preserve">den </w:t>
      </w:r>
      <w:r w:rsidR="00C33650">
        <w:rPr>
          <w:rFonts w:ascii="Arial" w:hAnsi="Arial" w:cs="Arial"/>
          <w:sz w:val="20"/>
          <w:szCs w:val="20"/>
        </w:rPr>
        <w:t xml:space="preserve">dämmrig beleuchteten Räumen </w:t>
      </w:r>
      <w:r w:rsidR="0036266D">
        <w:rPr>
          <w:rFonts w:ascii="Arial" w:hAnsi="Arial" w:cs="Arial"/>
          <w:sz w:val="20"/>
          <w:szCs w:val="20"/>
        </w:rPr>
        <w:t>hochwertiges</w:t>
      </w:r>
      <w:r w:rsidR="00461074" w:rsidRPr="003065A7">
        <w:rPr>
          <w:rFonts w:ascii="Arial" w:hAnsi="Arial" w:cs="Arial"/>
          <w:sz w:val="20"/>
          <w:szCs w:val="20"/>
        </w:rPr>
        <w:t xml:space="preserve"> </w:t>
      </w:r>
      <w:r w:rsidR="0036266D">
        <w:rPr>
          <w:rFonts w:ascii="Arial" w:hAnsi="Arial" w:cs="Arial"/>
          <w:sz w:val="20"/>
          <w:szCs w:val="20"/>
        </w:rPr>
        <w:t>Videomaterial</w:t>
      </w:r>
      <w:r w:rsidR="00461074" w:rsidRPr="003065A7">
        <w:rPr>
          <w:rFonts w:ascii="Arial" w:hAnsi="Arial" w:cs="Arial"/>
          <w:sz w:val="20"/>
          <w:szCs w:val="20"/>
        </w:rPr>
        <w:t>.</w:t>
      </w:r>
      <w:r w:rsidR="00461074">
        <w:rPr>
          <w:rFonts w:ascii="Arial" w:hAnsi="Arial" w:cs="Arial"/>
          <w:sz w:val="20"/>
          <w:szCs w:val="20"/>
        </w:rPr>
        <w:t xml:space="preserve"> </w:t>
      </w:r>
      <w:r w:rsidR="0036266D">
        <w:rPr>
          <w:rFonts w:ascii="Arial" w:hAnsi="Arial" w:cs="Arial"/>
          <w:sz w:val="20"/>
          <w:szCs w:val="20"/>
        </w:rPr>
        <w:t>So</w:t>
      </w:r>
      <w:r w:rsidR="00461074">
        <w:rPr>
          <w:rFonts w:ascii="Arial" w:hAnsi="Arial" w:cs="Arial"/>
          <w:sz w:val="20"/>
          <w:szCs w:val="20"/>
        </w:rPr>
        <w:t xml:space="preserve"> ist das Personal </w:t>
      </w:r>
      <w:r w:rsidR="00D149D5">
        <w:rPr>
          <w:rFonts w:ascii="Arial" w:hAnsi="Arial" w:cs="Arial"/>
          <w:sz w:val="20"/>
          <w:szCs w:val="20"/>
        </w:rPr>
        <w:t>stets</w:t>
      </w:r>
      <w:r w:rsidR="00461074">
        <w:rPr>
          <w:rFonts w:ascii="Arial" w:hAnsi="Arial" w:cs="Arial"/>
          <w:sz w:val="20"/>
          <w:szCs w:val="20"/>
        </w:rPr>
        <w:t xml:space="preserve"> im Bilde und kann </w:t>
      </w:r>
      <w:r w:rsidR="0036266D">
        <w:rPr>
          <w:rFonts w:ascii="Arial" w:hAnsi="Arial" w:cs="Arial"/>
          <w:sz w:val="20"/>
          <w:szCs w:val="20"/>
        </w:rPr>
        <w:t xml:space="preserve">im </w:t>
      </w:r>
      <w:r w:rsidR="00112498">
        <w:rPr>
          <w:rFonts w:ascii="Arial" w:hAnsi="Arial" w:cs="Arial"/>
          <w:sz w:val="20"/>
          <w:szCs w:val="20"/>
        </w:rPr>
        <w:t xml:space="preserve">Notfall </w:t>
      </w:r>
      <w:r w:rsidR="0036266D">
        <w:rPr>
          <w:rFonts w:ascii="Arial" w:hAnsi="Arial" w:cs="Arial"/>
          <w:sz w:val="20"/>
          <w:szCs w:val="20"/>
        </w:rPr>
        <w:t xml:space="preserve">sofort </w:t>
      </w:r>
      <w:r w:rsidR="00461074">
        <w:rPr>
          <w:rFonts w:ascii="Arial" w:hAnsi="Arial" w:cs="Arial"/>
          <w:sz w:val="20"/>
          <w:szCs w:val="20"/>
        </w:rPr>
        <w:t>eingreifen.</w:t>
      </w:r>
      <w:r w:rsidR="007E576A">
        <w:rPr>
          <w:rFonts w:ascii="Arial" w:hAnsi="Arial" w:cs="Arial"/>
          <w:sz w:val="20"/>
          <w:szCs w:val="20"/>
        </w:rPr>
        <w:t xml:space="preserve"> Die Aufzeichnung der Videodaten auf einem Rekorder </w:t>
      </w:r>
      <w:r w:rsidR="00112498">
        <w:rPr>
          <w:rFonts w:ascii="Arial" w:hAnsi="Arial" w:cs="Arial"/>
          <w:sz w:val="20"/>
          <w:szCs w:val="20"/>
        </w:rPr>
        <w:t xml:space="preserve">ermöglicht </w:t>
      </w:r>
      <w:r w:rsidR="00112498">
        <w:rPr>
          <w:rFonts w:ascii="Arial" w:hAnsi="Arial" w:cs="Arial"/>
          <w:sz w:val="20"/>
          <w:szCs w:val="20"/>
        </w:rPr>
        <w:lastRenderedPageBreak/>
        <w:t>zudem</w:t>
      </w:r>
      <w:r w:rsidR="001A5EAD">
        <w:rPr>
          <w:rFonts w:ascii="Arial" w:hAnsi="Arial" w:cs="Arial"/>
          <w:sz w:val="20"/>
          <w:szCs w:val="20"/>
        </w:rPr>
        <w:t xml:space="preserve">, Vorfälle </w:t>
      </w:r>
      <w:r w:rsidR="00C33650">
        <w:rPr>
          <w:rFonts w:ascii="Arial" w:hAnsi="Arial" w:cs="Arial"/>
          <w:sz w:val="20"/>
          <w:szCs w:val="20"/>
        </w:rPr>
        <w:t>wie Diebstahl,</w:t>
      </w:r>
      <w:r w:rsidR="0036266D">
        <w:rPr>
          <w:rFonts w:ascii="Arial" w:hAnsi="Arial" w:cs="Arial"/>
          <w:sz w:val="20"/>
          <w:szCs w:val="20"/>
        </w:rPr>
        <w:t xml:space="preserve"> Vandalismus oder Einbruch </w:t>
      </w:r>
      <w:r w:rsidR="001A5EAD">
        <w:rPr>
          <w:rFonts w:ascii="Arial" w:hAnsi="Arial" w:cs="Arial"/>
          <w:sz w:val="20"/>
          <w:szCs w:val="20"/>
        </w:rPr>
        <w:t>auch im N</w:t>
      </w:r>
      <w:r w:rsidR="007E576A">
        <w:rPr>
          <w:rFonts w:ascii="Arial" w:hAnsi="Arial" w:cs="Arial"/>
          <w:sz w:val="20"/>
          <w:szCs w:val="20"/>
        </w:rPr>
        <w:t xml:space="preserve">achhinein </w:t>
      </w:r>
      <w:r w:rsidR="0036266D">
        <w:rPr>
          <w:rFonts w:ascii="Arial" w:hAnsi="Arial" w:cs="Arial"/>
          <w:sz w:val="20"/>
          <w:szCs w:val="20"/>
        </w:rPr>
        <w:t>aufzuklären</w:t>
      </w:r>
      <w:r w:rsidR="007E576A">
        <w:rPr>
          <w:rFonts w:ascii="Arial" w:hAnsi="Arial" w:cs="Arial"/>
          <w:sz w:val="20"/>
          <w:szCs w:val="20"/>
        </w:rPr>
        <w:t>.</w:t>
      </w:r>
    </w:p>
    <w:p w:rsidR="007E576A" w:rsidRDefault="007E576A" w:rsidP="003B5C0C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ABUS </w:t>
      </w:r>
      <w:r w:rsidR="00CC351A">
        <w:rPr>
          <w:rFonts w:ascii="Arial" w:hAnsi="Arial" w:cs="Arial"/>
          <w:b/>
          <w:sz w:val="20"/>
          <w:szCs w:val="20"/>
        </w:rPr>
        <w:t>Kameras</w:t>
      </w:r>
      <w:r w:rsidR="002B2B67">
        <w:rPr>
          <w:rFonts w:ascii="Arial" w:hAnsi="Arial" w:cs="Arial"/>
          <w:b/>
          <w:sz w:val="20"/>
          <w:szCs w:val="20"/>
        </w:rPr>
        <w:t xml:space="preserve"> zur </w:t>
      </w:r>
      <w:r w:rsidR="00CC351A">
        <w:rPr>
          <w:rFonts w:ascii="Arial" w:hAnsi="Arial" w:cs="Arial"/>
          <w:b/>
          <w:sz w:val="20"/>
          <w:szCs w:val="20"/>
        </w:rPr>
        <w:t>Live-</w:t>
      </w:r>
      <w:r>
        <w:rPr>
          <w:rFonts w:ascii="Arial" w:hAnsi="Arial" w:cs="Arial"/>
          <w:b/>
          <w:sz w:val="20"/>
          <w:szCs w:val="20"/>
        </w:rPr>
        <w:t>Spielbetreuung</w:t>
      </w:r>
      <w:r w:rsidR="00607CD7">
        <w:rPr>
          <w:rFonts w:ascii="Arial" w:hAnsi="Arial" w:cs="Arial"/>
          <w:b/>
          <w:sz w:val="20"/>
          <w:szCs w:val="20"/>
        </w:rPr>
        <w:t xml:space="preserve"> und Sicherheit der Teams</w:t>
      </w:r>
    </w:p>
    <w:p w:rsidR="003065A7" w:rsidRDefault="0036266D" w:rsidP="003065A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„Wir profitieren doppelt von der Videoüberwachung“, so Hoffmann. „Einerseits haben wir Sicherheit, andererseits können wir die Kameras sogar für die bessere Organisation unseres Spielbetriebs nutzen.“ </w:t>
      </w:r>
      <w:r w:rsidR="001A5EAD">
        <w:rPr>
          <w:rFonts w:ascii="Arial" w:hAnsi="Arial" w:cs="Arial"/>
          <w:sz w:val="20"/>
          <w:szCs w:val="20"/>
        </w:rPr>
        <w:t>Während des Spiels wird d</w:t>
      </w:r>
      <w:r w:rsidR="001A5EAD" w:rsidRPr="003065A7">
        <w:rPr>
          <w:rFonts w:ascii="Arial" w:hAnsi="Arial" w:cs="Arial"/>
          <w:sz w:val="20"/>
          <w:szCs w:val="20"/>
        </w:rPr>
        <w:t xml:space="preserve">as Kamerabild </w:t>
      </w:r>
      <w:r w:rsidR="00D965B4">
        <w:rPr>
          <w:rFonts w:ascii="Arial" w:hAnsi="Arial" w:cs="Arial"/>
          <w:sz w:val="20"/>
          <w:szCs w:val="20"/>
        </w:rPr>
        <w:t xml:space="preserve">der Spielräume </w:t>
      </w:r>
      <w:r w:rsidR="001A5EAD" w:rsidRPr="003065A7">
        <w:rPr>
          <w:rFonts w:ascii="Arial" w:hAnsi="Arial" w:cs="Arial"/>
          <w:sz w:val="20"/>
          <w:szCs w:val="20"/>
        </w:rPr>
        <w:t xml:space="preserve">an </w:t>
      </w:r>
      <w:r w:rsidR="00607CD7">
        <w:rPr>
          <w:rFonts w:ascii="Arial" w:hAnsi="Arial" w:cs="Arial"/>
          <w:sz w:val="20"/>
          <w:szCs w:val="20"/>
        </w:rPr>
        <w:t>die Überwachungs</w:t>
      </w:r>
      <w:r w:rsidR="002C1942">
        <w:rPr>
          <w:rFonts w:ascii="Arial" w:hAnsi="Arial" w:cs="Arial"/>
          <w:sz w:val="20"/>
          <w:szCs w:val="20"/>
        </w:rPr>
        <w:t xml:space="preserve">zentrale übermittelt. Hier </w:t>
      </w:r>
      <w:r w:rsidR="00457816">
        <w:rPr>
          <w:rFonts w:ascii="Arial" w:hAnsi="Arial" w:cs="Arial"/>
          <w:sz w:val="20"/>
          <w:szCs w:val="20"/>
        </w:rPr>
        <w:t xml:space="preserve">können Spielleiter in das </w:t>
      </w:r>
      <w:r w:rsidR="002C1942">
        <w:rPr>
          <w:rFonts w:ascii="Arial" w:hAnsi="Arial" w:cs="Arial"/>
          <w:sz w:val="20"/>
          <w:szCs w:val="20"/>
        </w:rPr>
        <w:t xml:space="preserve">Geschehen </w:t>
      </w:r>
      <w:r w:rsidR="00457816">
        <w:rPr>
          <w:rFonts w:ascii="Arial" w:hAnsi="Arial" w:cs="Arial"/>
          <w:sz w:val="20"/>
          <w:szCs w:val="20"/>
        </w:rPr>
        <w:t xml:space="preserve">eingreifen und </w:t>
      </w:r>
      <w:r w:rsidR="001A5EAD">
        <w:rPr>
          <w:rFonts w:ascii="Arial" w:hAnsi="Arial" w:cs="Arial"/>
          <w:sz w:val="20"/>
          <w:szCs w:val="20"/>
        </w:rPr>
        <w:t xml:space="preserve">den Teams über Monitore und Lautsprecher in Echtzeit </w:t>
      </w:r>
      <w:r w:rsidR="00457816">
        <w:rPr>
          <w:rFonts w:ascii="Arial" w:hAnsi="Arial" w:cs="Arial"/>
          <w:sz w:val="20"/>
          <w:szCs w:val="20"/>
        </w:rPr>
        <w:t>Rätselhilfe anbieten</w:t>
      </w:r>
      <w:r w:rsidR="00096976">
        <w:rPr>
          <w:rFonts w:ascii="Arial" w:hAnsi="Arial" w:cs="Arial"/>
          <w:sz w:val="20"/>
          <w:szCs w:val="20"/>
        </w:rPr>
        <w:t xml:space="preserve">. </w:t>
      </w:r>
      <w:r w:rsidR="004822CC">
        <w:rPr>
          <w:rFonts w:ascii="Arial" w:hAnsi="Arial" w:cs="Arial"/>
          <w:sz w:val="20"/>
          <w:szCs w:val="20"/>
        </w:rPr>
        <w:t>Dur</w:t>
      </w:r>
      <w:r w:rsidR="00495516">
        <w:rPr>
          <w:rFonts w:ascii="Arial" w:hAnsi="Arial" w:cs="Arial"/>
          <w:sz w:val="20"/>
          <w:szCs w:val="20"/>
        </w:rPr>
        <w:t>ch ihren Rundum</w:t>
      </w:r>
      <w:r w:rsidR="004822CC">
        <w:rPr>
          <w:rFonts w:ascii="Arial" w:hAnsi="Arial" w:cs="Arial"/>
          <w:sz w:val="20"/>
          <w:szCs w:val="20"/>
        </w:rPr>
        <w:t xml:space="preserve">blick von bis zu 106° </w:t>
      </w:r>
      <w:r>
        <w:rPr>
          <w:rFonts w:ascii="Arial" w:hAnsi="Arial" w:cs="Arial"/>
          <w:sz w:val="20"/>
          <w:szCs w:val="20"/>
        </w:rPr>
        <w:t xml:space="preserve">sind die eingesetzten </w:t>
      </w:r>
      <w:r w:rsidR="004822CC">
        <w:rPr>
          <w:rFonts w:ascii="Arial" w:hAnsi="Arial" w:cs="Arial"/>
          <w:sz w:val="20"/>
          <w:szCs w:val="20"/>
        </w:rPr>
        <w:t xml:space="preserve">ABUS Universal IP Mini Domes ideal zur intensiven Betreuung. </w:t>
      </w:r>
      <w:r w:rsidR="00FE6137">
        <w:rPr>
          <w:rFonts w:ascii="Arial" w:hAnsi="Arial" w:cs="Arial"/>
          <w:sz w:val="20"/>
          <w:szCs w:val="20"/>
        </w:rPr>
        <w:t>Dazu Hoffmann: „Der weite Blickwinkel und die Nachtsichtfunktion waren ausschlaggebend für unsere Kamerawahl. Wir</w:t>
      </w:r>
      <w:r w:rsidR="00162060">
        <w:rPr>
          <w:rFonts w:ascii="Arial" w:hAnsi="Arial" w:cs="Arial"/>
          <w:sz w:val="20"/>
          <w:szCs w:val="20"/>
        </w:rPr>
        <w:t xml:space="preserve"> sind mit dem </w:t>
      </w:r>
      <w:r w:rsidR="00FE6137">
        <w:rPr>
          <w:rFonts w:ascii="Arial" w:hAnsi="Arial" w:cs="Arial"/>
          <w:sz w:val="20"/>
          <w:szCs w:val="20"/>
        </w:rPr>
        <w:t xml:space="preserve">Kamerabild </w:t>
      </w:r>
      <w:r w:rsidR="002F1B9E">
        <w:rPr>
          <w:rFonts w:ascii="Arial" w:hAnsi="Arial" w:cs="Arial"/>
          <w:sz w:val="20"/>
          <w:szCs w:val="20"/>
        </w:rPr>
        <w:t xml:space="preserve">und der </w:t>
      </w:r>
      <w:r w:rsidR="00C940DE">
        <w:rPr>
          <w:rFonts w:ascii="Arial" w:hAnsi="Arial" w:cs="Arial"/>
          <w:sz w:val="20"/>
          <w:szCs w:val="20"/>
        </w:rPr>
        <w:t xml:space="preserve">einfachen </w:t>
      </w:r>
      <w:r w:rsidR="002F1B9E">
        <w:rPr>
          <w:rFonts w:ascii="Arial" w:hAnsi="Arial" w:cs="Arial"/>
          <w:sz w:val="20"/>
          <w:szCs w:val="20"/>
        </w:rPr>
        <w:t xml:space="preserve">Anwendung </w:t>
      </w:r>
      <w:r w:rsidR="00FF262C">
        <w:rPr>
          <w:rFonts w:ascii="Arial" w:hAnsi="Arial" w:cs="Arial"/>
          <w:sz w:val="20"/>
          <w:szCs w:val="20"/>
        </w:rPr>
        <w:t>sehr</w:t>
      </w:r>
      <w:r w:rsidR="00EC2C5D">
        <w:rPr>
          <w:rFonts w:ascii="Arial" w:hAnsi="Arial" w:cs="Arial"/>
          <w:sz w:val="20"/>
          <w:szCs w:val="20"/>
        </w:rPr>
        <w:t xml:space="preserve"> zufrieden</w:t>
      </w:r>
      <w:r>
        <w:rPr>
          <w:rFonts w:ascii="Arial" w:hAnsi="Arial" w:cs="Arial"/>
          <w:sz w:val="20"/>
          <w:szCs w:val="20"/>
        </w:rPr>
        <w:t>.</w:t>
      </w:r>
      <w:r w:rsidR="00162060">
        <w:rPr>
          <w:rFonts w:ascii="Arial" w:hAnsi="Arial" w:cs="Arial"/>
          <w:sz w:val="20"/>
          <w:szCs w:val="20"/>
        </w:rPr>
        <w:t>“</w:t>
      </w:r>
    </w:p>
    <w:p w:rsidR="00727EE7" w:rsidRPr="003065A7" w:rsidRDefault="00484F25" w:rsidP="00727EE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Außer</w:t>
      </w:r>
      <w:r w:rsidR="00727E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den ABUS Kameras findet noch weitere ABUS Technik bei „Exit – Live Adventures“ Verwendung. Diese </w:t>
      </w:r>
      <w:r w:rsidR="00C33650">
        <w:rPr>
          <w:rFonts w:ascii="Arial" w:hAnsi="Arial" w:cs="Arial"/>
          <w:sz w:val="20"/>
          <w:szCs w:val="20"/>
        </w:rPr>
        <w:t>hilft</w:t>
      </w:r>
      <w:r w:rsidR="0036266D">
        <w:rPr>
          <w:rFonts w:ascii="Arial" w:hAnsi="Arial" w:cs="Arial"/>
          <w:sz w:val="20"/>
          <w:szCs w:val="20"/>
        </w:rPr>
        <w:t xml:space="preserve"> ausschließlich dem reibungslosen Spielablauf</w:t>
      </w:r>
      <w:r w:rsidR="00D17F6C">
        <w:rPr>
          <w:rFonts w:ascii="Arial" w:hAnsi="Arial" w:cs="Arial"/>
          <w:sz w:val="20"/>
          <w:szCs w:val="20"/>
        </w:rPr>
        <w:t xml:space="preserve">: </w:t>
      </w:r>
      <w:r w:rsidR="000F0559">
        <w:rPr>
          <w:rFonts w:ascii="Arial" w:hAnsi="Arial" w:cs="Arial"/>
          <w:sz w:val="20"/>
          <w:szCs w:val="20"/>
        </w:rPr>
        <w:t xml:space="preserve">ABUS Vorhängeschlösser, Türschließsysteme und elektronische Zutrittskontrollsysteme wie </w:t>
      </w:r>
      <w:proofErr w:type="spellStart"/>
      <w:r w:rsidR="000F0559">
        <w:rPr>
          <w:rFonts w:ascii="Arial" w:hAnsi="Arial" w:cs="Arial"/>
          <w:sz w:val="20"/>
          <w:szCs w:val="20"/>
        </w:rPr>
        <w:t>CodeLoxx</w:t>
      </w:r>
      <w:proofErr w:type="spellEnd"/>
      <w:r w:rsidR="00727EE7">
        <w:rPr>
          <w:rFonts w:ascii="Arial" w:hAnsi="Arial" w:cs="Arial"/>
          <w:sz w:val="20"/>
          <w:szCs w:val="20"/>
        </w:rPr>
        <w:t xml:space="preserve"> sind </w:t>
      </w:r>
      <w:r w:rsidR="0036266D">
        <w:rPr>
          <w:rFonts w:ascii="Arial" w:hAnsi="Arial" w:cs="Arial"/>
          <w:sz w:val="20"/>
          <w:szCs w:val="20"/>
        </w:rPr>
        <w:t>voll</w:t>
      </w:r>
      <w:r w:rsidR="00727EE7">
        <w:rPr>
          <w:rFonts w:ascii="Arial" w:hAnsi="Arial" w:cs="Arial"/>
          <w:sz w:val="20"/>
          <w:szCs w:val="20"/>
        </w:rPr>
        <w:t xml:space="preserve"> in </w:t>
      </w:r>
      <w:r>
        <w:rPr>
          <w:rFonts w:ascii="Arial" w:hAnsi="Arial" w:cs="Arial"/>
          <w:sz w:val="20"/>
          <w:szCs w:val="20"/>
        </w:rPr>
        <w:t>die</w:t>
      </w:r>
      <w:r w:rsidR="00727EE7">
        <w:rPr>
          <w:rFonts w:ascii="Arial" w:hAnsi="Arial" w:cs="Arial"/>
          <w:sz w:val="20"/>
          <w:szCs w:val="20"/>
        </w:rPr>
        <w:t xml:space="preserve"> Spiel</w:t>
      </w:r>
      <w:r>
        <w:rPr>
          <w:rFonts w:ascii="Arial" w:hAnsi="Arial" w:cs="Arial"/>
          <w:sz w:val="20"/>
          <w:szCs w:val="20"/>
        </w:rPr>
        <w:t>missionen</w:t>
      </w:r>
      <w:r w:rsidR="00727EE7">
        <w:rPr>
          <w:rFonts w:ascii="Arial" w:hAnsi="Arial" w:cs="Arial"/>
          <w:sz w:val="20"/>
          <w:szCs w:val="20"/>
        </w:rPr>
        <w:t xml:space="preserve"> integriert </w:t>
      </w:r>
      <w:r w:rsidR="0036266D">
        <w:rPr>
          <w:rFonts w:ascii="Arial" w:hAnsi="Arial" w:cs="Arial"/>
          <w:sz w:val="20"/>
          <w:szCs w:val="20"/>
        </w:rPr>
        <w:t>und sorgen zuverlässig für das Öffnen und Verschließen aller Ein- und Ausgänge</w:t>
      </w:r>
      <w:r w:rsidR="00727EE7">
        <w:rPr>
          <w:rFonts w:ascii="Arial" w:hAnsi="Arial" w:cs="Arial"/>
          <w:sz w:val="20"/>
          <w:szCs w:val="20"/>
        </w:rPr>
        <w:t xml:space="preserve">. </w:t>
      </w:r>
    </w:p>
    <w:p w:rsidR="003065A7" w:rsidRPr="003065A7" w:rsidRDefault="003065A7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 w:rsidRPr="003065A7">
        <w:rPr>
          <w:rFonts w:ascii="Arial" w:hAnsi="Arial" w:cs="Arial"/>
          <w:b/>
          <w:sz w:val="20"/>
          <w:szCs w:val="20"/>
        </w:rPr>
        <w:t>Schnelle Installation und Inbetriebnahme</w:t>
      </w:r>
    </w:p>
    <w:p w:rsidR="003065A7" w:rsidRPr="003065A7" w:rsidRDefault="00280AE7" w:rsidP="00280AE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Installation und Inbetriebnahme verliefen erwartungsgemäß einfach. „Nach wenigen Nachjustierungen konnten wir in kurzer Zeit ein stabiles und störungsfreies Überwachungssystem erstellen“, erklärt Hoffmann. </w:t>
      </w:r>
      <w:r w:rsidR="008C13E6">
        <w:rPr>
          <w:rFonts w:ascii="Arial" w:hAnsi="Arial" w:cs="Arial"/>
          <w:sz w:val="20"/>
          <w:szCs w:val="20"/>
        </w:rPr>
        <w:t>Durch die Power-</w:t>
      </w:r>
      <w:proofErr w:type="spellStart"/>
      <w:r w:rsidR="008C13E6">
        <w:rPr>
          <w:rFonts w:ascii="Arial" w:hAnsi="Arial" w:cs="Arial"/>
          <w:sz w:val="20"/>
          <w:szCs w:val="20"/>
        </w:rPr>
        <w:t>over</w:t>
      </w:r>
      <w:proofErr w:type="spellEnd"/>
      <w:r w:rsidR="008C13E6">
        <w:rPr>
          <w:rFonts w:ascii="Arial" w:hAnsi="Arial" w:cs="Arial"/>
          <w:sz w:val="20"/>
          <w:szCs w:val="20"/>
        </w:rPr>
        <w:t>-</w:t>
      </w:r>
      <w:r w:rsidR="003065A7" w:rsidRPr="003065A7">
        <w:rPr>
          <w:rFonts w:ascii="Arial" w:hAnsi="Arial" w:cs="Arial"/>
          <w:sz w:val="20"/>
          <w:szCs w:val="20"/>
        </w:rPr>
        <w:t xml:space="preserve">Ethernet-Stromversorgung </w:t>
      </w:r>
      <w:r>
        <w:rPr>
          <w:rFonts w:ascii="Arial" w:hAnsi="Arial" w:cs="Arial"/>
          <w:sz w:val="20"/>
          <w:szCs w:val="20"/>
        </w:rPr>
        <w:t xml:space="preserve">war </w:t>
      </w:r>
      <w:r w:rsidR="003065A7" w:rsidRPr="003065A7">
        <w:rPr>
          <w:rFonts w:ascii="Arial" w:hAnsi="Arial" w:cs="Arial"/>
          <w:sz w:val="20"/>
          <w:szCs w:val="20"/>
        </w:rPr>
        <w:t xml:space="preserve">kein Stromanschluss über ein zusätzliches Netzteil erforderlich, sodass </w:t>
      </w:r>
      <w:r w:rsidR="00162060">
        <w:rPr>
          <w:rFonts w:ascii="Arial" w:hAnsi="Arial" w:cs="Arial"/>
          <w:sz w:val="20"/>
          <w:szCs w:val="20"/>
        </w:rPr>
        <w:t xml:space="preserve">die Kameras </w:t>
      </w:r>
      <w:r>
        <w:rPr>
          <w:rFonts w:ascii="Arial" w:hAnsi="Arial" w:cs="Arial"/>
          <w:sz w:val="20"/>
          <w:szCs w:val="20"/>
        </w:rPr>
        <w:t xml:space="preserve">unkompliziert </w:t>
      </w:r>
      <w:r w:rsidR="003065A7" w:rsidRPr="003065A7">
        <w:rPr>
          <w:rFonts w:ascii="Arial" w:hAnsi="Arial" w:cs="Arial"/>
          <w:sz w:val="20"/>
          <w:szCs w:val="20"/>
        </w:rPr>
        <w:t xml:space="preserve">eingebaut werden </w:t>
      </w:r>
      <w:r>
        <w:rPr>
          <w:rFonts w:ascii="Arial" w:hAnsi="Arial" w:cs="Arial"/>
          <w:sz w:val="20"/>
          <w:szCs w:val="20"/>
        </w:rPr>
        <w:t>konnten</w:t>
      </w:r>
      <w:r w:rsidR="00162060">
        <w:rPr>
          <w:rFonts w:ascii="Arial" w:hAnsi="Arial" w:cs="Arial"/>
          <w:sz w:val="20"/>
          <w:szCs w:val="20"/>
        </w:rPr>
        <w:t xml:space="preserve">. </w:t>
      </w:r>
      <w:r w:rsidRPr="003065A7">
        <w:rPr>
          <w:rFonts w:ascii="Arial" w:hAnsi="Arial" w:cs="Arial"/>
          <w:sz w:val="20"/>
          <w:szCs w:val="20"/>
        </w:rPr>
        <w:t xml:space="preserve">Durch </w:t>
      </w:r>
      <w:r>
        <w:rPr>
          <w:rFonts w:ascii="Arial" w:hAnsi="Arial" w:cs="Arial"/>
          <w:sz w:val="20"/>
          <w:szCs w:val="20"/>
        </w:rPr>
        <w:t>ihre</w:t>
      </w:r>
      <w:r w:rsidRPr="003065A7">
        <w:rPr>
          <w:rFonts w:ascii="Arial" w:hAnsi="Arial" w:cs="Arial"/>
          <w:sz w:val="20"/>
          <w:szCs w:val="20"/>
        </w:rPr>
        <w:t xml:space="preserve"> flache Bauform und die </w:t>
      </w:r>
      <w:r>
        <w:rPr>
          <w:rFonts w:ascii="Arial" w:hAnsi="Arial" w:cs="Arial"/>
          <w:sz w:val="20"/>
          <w:szCs w:val="20"/>
        </w:rPr>
        <w:t>Anbringung</w:t>
      </w:r>
      <w:r w:rsidRPr="003065A7">
        <w:rPr>
          <w:rFonts w:ascii="Arial" w:hAnsi="Arial" w:cs="Arial"/>
          <w:sz w:val="20"/>
          <w:szCs w:val="20"/>
        </w:rPr>
        <w:t xml:space="preserve"> an der Decke </w:t>
      </w:r>
      <w:r>
        <w:rPr>
          <w:rFonts w:ascii="Arial" w:hAnsi="Arial" w:cs="Arial"/>
          <w:sz w:val="20"/>
          <w:szCs w:val="20"/>
        </w:rPr>
        <w:t xml:space="preserve">fügen sich die IP Kameras nun unauffällig </w:t>
      </w:r>
      <w:r w:rsidRPr="003065A7">
        <w:rPr>
          <w:rFonts w:ascii="Arial" w:hAnsi="Arial" w:cs="Arial"/>
          <w:sz w:val="20"/>
          <w:szCs w:val="20"/>
        </w:rPr>
        <w:t>in die Spi</w:t>
      </w:r>
      <w:r>
        <w:rPr>
          <w:rFonts w:ascii="Arial" w:hAnsi="Arial" w:cs="Arial"/>
          <w:sz w:val="20"/>
          <w:szCs w:val="20"/>
        </w:rPr>
        <w:t>elumgebung ein.</w:t>
      </w:r>
    </w:p>
    <w:p w:rsidR="000A313E" w:rsidRDefault="009774BB" w:rsidP="000A313E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Sicheres Spielerlebnis dank ABUS</w:t>
      </w:r>
    </w:p>
    <w:p w:rsidR="00F36D32" w:rsidRPr="00F33897" w:rsidRDefault="009774BB" w:rsidP="000A313E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„Die ABUS</w:t>
      </w:r>
      <w:r w:rsidR="00C3637F">
        <w:rPr>
          <w:rFonts w:ascii="Arial" w:hAnsi="Arial" w:cs="Arial"/>
          <w:sz w:val="20"/>
          <w:szCs w:val="20"/>
        </w:rPr>
        <w:t xml:space="preserve"> Technik</w:t>
      </w:r>
      <w:r>
        <w:rPr>
          <w:rFonts w:ascii="Arial" w:hAnsi="Arial" w:cs="Arial"/>
          <w:sz w:val="20"/>
          <w:szCs w:val="20"/>
        </w:rPr>
        <w:t xml:space="preserve"> </w:t>
      </w:r>
      <w:r w:rsidR="00C3637F">
        <w:rPr>
          <w:rFonts w:ascii="Arial" w:hAnsi="Arial" w:cs="Arial"/>
          <w:sz w:val="20"/>
          <w:szCs w:val="20"/>
        </w:rPr>
        <w:t xml:space="preserve">ermöglicht höchste Sicherheit, ohne dass </w:t>
      </w:r>
      <w:r w:rsidR="003878A4">
        <w:rPr>
          <w:rFonts w:ascii="Arial" w:hAnsi="Arial" w:cs="Arial"/>
          <w:sz w:val="20"/>
          <w:szCs w:val="20"/>
        </w:rPr>
        <w:t>das</w:t>
      </w:r>
      <w:r w:rsidR="00C3637F">
        <w:rPr>
          <w:rFonts w:ascii="Arial" w:hAnsi="Arial" w:cs="Arial"/>
          <w:sz w:val="20"/>
          <w:szCs w:val="20"/>
        </w:rPr>
        <w:t xml:space="preserve"> im Spielgeschehen bemerkbar </w:t>
      </w:r>
      <w:r w:rsidR="003878A4">
        <w:rPr>
          <w:rFonts w:ascii="Arial" w:hAnsi="Arial" w:cs="Arial"/>
          <w:sz w:val="20"/>
          <w:szCs w:val="20"/>
        </w:rPr>
        <w:t>wird</w:t>
      </w:r>
      <w:r w:rsidR="00C3637F">
        <w:rPr>
          <w:rFonts w:ascii="Arial" w:hAnsi="Arial" w:cs="Arial"/>
          <w:sz w:val="20"/>
          <w:szCs w:val="20"/>
        </w:rPr>
        <w:t>“</w:t>
      </w:r>
      <w:r w:rsidR="003878A4">
        <w:rPr>
          <w:rFonts w:ascii="Arial" w:hAnsi="Arial" w:cs="Arial"/>
          <w:sz w:val="20"/>
          <w:szCs w:val="20"/>
        </w:rPr>
        <w:t>, so Geschäftsführer Hoffman</w:t>
      </w:r>
      <w:r w:rsidR="00C3637F">
        <w:rPr>
          <w:rFonts w:ascii="Arial" w:hAnsi="Arial" w:cs="Arial"/>
          <w:sz w:val="20"/>
          <w:szCs w:val="20"/>
        </w:rPr>
        <w:t>.</w:t>
      </w:r>
      <w:r w:rsidR="00AC5F43">
        <w:rPr>
          <w:rFonts w:ascii="Arial" w:hAnsi="Arial" w:cs="Arial"/>
          <w:sz w:val="20"/>
          <w:szCs w:val="20"/>
        </w:rPr>
        <w:t xml:space="preserve"> </w:t>
      </w:r>
      <w:r w:rsidR="003878A4">
        <w:rPr>
          <w:rFonts w:ascii="Arial" w:hAnsi="Arial" w:cs="Arial"/>
          <w:sz w:val="20"/>
          <w:szCs w:val="20"/>
        </w:rPr>
        <w:t>„Mit ABUS Videoüberwachung haben unsere Gäste auch 10 Meter unter der Erde jederzeit ein gutes Gefühl“.</w:t>
      </w:r>
    </w:p>
    <w:sectPr w:rsidR="00F36D32" w:rsidRPr="00F33897" w:rsidSect="00772EAB">
      <w:headerReference w:type="default" r:id="rId7"/>
      <w:headerReference w:type="first" r:id="rId8"/>
      <w:pgSz w:w="11906" w:h="16838"/>
      <w:pgMar w:top="1985" w:right="1417" w:bottom="1134" w:left="1134" w:header="0" w:footer="6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B0A" w:rsidRDefault="00EB6B0A" w:rsidP="007548EC">
      <w:pPr>
        <w:spacing w:after="0" w:line="240" w:lineRule="auto"/>
      </w:pPr>
      <w:r>
        <w:separator/>
      </w:r>
    </w:p>
  </w:endnote>
  <w:endnote w:type="continuationSeparator" w:id="0">
    <w:p w:rsidR="00EB6B0A" w:rsidRDefault="00EB6B0A" w:rsidP="0075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B0A" w:rsidRDefault="00EB6B0A" w:rsidP="007548EC">
      <w:pPr>
        <w:spacing w:after="0" w:line="240" w:lineRule="auto"/>
      </w:pPr>
      <w:r>
        <w:separator/>
      </w:r>
    </w:p>
  </w:footnote>
  <w:footnote w:type="continuationSeparator" w:id="0">
    <w:p w:rsidR="00EB6B0A" w:rsidRDefault="00EB6B0A" w:rsidP="0075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1" w:rsidRDefault="00173FA1" w:rsidP="007548EC">
    <w:pPr>
      <w:pStyle w:val="Kopfzeile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1" w:rsidRDefault="00173FA1" w:rsidP="005A1E0A">
    <w:pPr>
      <w:pStyle w:val="Kopfzeile"/>
      <w:ind w:hanging="1134"/>
    </w:pPr>
    <w:r w:rsidRPr="005A1E0A">
      <w:rPr>
        <w:noProof/>
      </w:rPr>
      <w:drawing>
        <wp:inline distT="0" distB="0" distL="0" distR="0">
          <wp:extent cx="7537552" cy="1434566"/>
          <wp:effectExtent l="19050" t="0" r="6248" b="0"/>
          <wp:docPr id="2" name="Grafik 0" descr="111024-PressemitteilungsKopf-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1024-PressemitteilungsKopf-L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8520" cy="1434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BD"/>
    <w:rsid w:val="00003813"/>
    <w:rsid w:val="0000647E"/>
    <w:rsid w:val="0001586E"/>
    <w:rsid w:val="00016374"/>
    <w:rsid w:val="0002590A"/>
    <w:rsid w:val="00033AD3"/>
    <w:rsid w:val="0003573D"/>
    <w:rsid w:val="00037302"/>
    <w:rsid w:val="0004037A"/>
    <w:rsid w:val="00042B84"/>
    <w:rsid w:val="00046D13"/>
    <w:rsid w:val="0005709A"/>
    <w:rsid w:val="00060046"/>
    <w:rsid w:val="000621E8"/>
    <w:rsid w:val="00062A6F"/>
    <w:rsid w:val="00066333"/>
    <w:rsid w:val="000755E5"/>
    <w:rsid w:val="00077945"/>
    <w:rsid w:val="00081F5A"/>
    <w:rsid w:val="00096976"/>
    <w:rsid w:val="00097B82"/>
    <w:rsid w:val="000A313E"/>
    <w:rsid w:val="000B4582"/>
    <w:rsid w:val="000B5EE7"/>
    <w:rsid w:val="000C0C91"/>
    <w:rsid w:val="000C0E5A"/>
    <w:rsid w:val="000C6FD2"/>
    <w:rsid w:val="000C732B"/>
    <w:rsid w:val="000D59C9"/>
    <w:rsid w:val="000E279D"/>
    <w:rsid w:val="000F0559"/>
    <w:rsid w:val="000F5903"/>
    <w:rsid w:val="000F78A2"/>
    <w:rsid w:val="00102ED0"/>
    <w:rsid w:val="00104713"/>
    <w:rsid w:val="00112498"/>
    <w:rsid w:val="00123574"/>
    <w:rsid w:val="001276C4"/>
    <w:rsid w:val="00140AAA"/>
    <w:rsid w:val="00160761"/>
    <w:rsid w:val="00162060"/>
    <w:rsid w:val="00166854"/>
    <w:rsid w:val="001722C7"/>
    <w:rsid w:val="00173FA1"/>
    <w:rsid w:val="001747DD"/>
    <w:rsid w:val="00187BC9"/>
    <w:rsid w:val="0019265A"/>
    <w:rsid w:val="00196F21"/>
    <w:rsid w:val="001A2096"/>
    <w:rsid w:val="001A3BA2"/>
    <w:rsid w:val="001A5EAD"/>
    <w:rsid w:val="001A6AEA"/>
    <w:rsid w:val="001B116A"/>
    <w:rsid w:val="001B2B7C"/>
    <w:rsid w:val="001C2896"/>
    <w:rsid w:val="001C4825"/>
    <w:rsid w:val="001E3AF6"/>
    <w:rsid w:val="001F61FD"/>
    <w:rsid w:val="00205C60"/>
    <w:rsid w:val="00214F8D"/>
    <w:rsid w:val="00216018"/>
    <w:rsid w:val="00216680"/>
    <w:rsid w:val="00237E1B"/>
    <w:rsid w:val="00247F8A"/>
    <w:rsid w:val="00260CAE"/>
    <w:rsid w:val="00261FFE"/>
    <w:rsid w:val="00270C52"/>
    <w:rsid w:val="0027303A"/>
    <w:rsid w:val="00280AE7"/>
    <w:rsid w:val="00291EEA"/>
    <w:rsid w:val="00292A37"/>
    <w:rsid w:val="0029713A"/>
    <w:rsid w:val="002A2FFB"/>
    <w:rsid w:val="002B0FE5"/>
    <w:rsid w:val="002B2B67"/>
    <w:rsid w:val="002B2E71"/>
    <w:rsid w:val="002B3932"/>
    <w:rsid w:val="002B756F"/>
    <w:rsid w:val="002C0946"/>
    <w:rsid w:val="002C1942"/>
    <w:rsid w:val="002C41F9"/>
    <w:rsid w:val="002C4705"/>
    <w:rsid w:val="002D1C9A"/>
    <w:rsid w:val="002D466C"/>
    <w:rsid w:val="002E334C"/>
    <w:rsid w:val="002F1B9E"/>
    <w:rsid w:val="002F478F"/>
    <w:rsid w:val="00302515"/>
    <w:rsid w:val="003065A7"/>
    <w:rsid w:val="00314649"/>
    <w:rsid w:val="00352C9C"/>
    <w:rsid w:val="0036266D"/>
    <w:rsid w:val="00364AD1"/>
    <w:rsid w:val="00366275"/>
    <w:rsid w:val="003665B5"/>
    <w:rsid w:val="00367176"/>
    <w:rsid w:val="00374223"/>
    <w:rsid w:val="00375D6B"/>
    <w:rsid w:val="003878A4"/>
    <w:rsid w:val="003A216A"/>
    <w:rsid w:val="003A2E57"/>
    <w:rsid w:val="003A5DD8"/>
    <w:rsid w:val="003B4B62"/>
    <w:rsid w:val="003B5C0C"/>
    <w:rsid w:val="003C76ED"/>
    <w:rsid w:val="003D6003"/>
    <w:rsid w:val="003D7CFA"/>
    <w:rsid w:val="003E11AF"/>
    <w:rsid w:val="003E275B"/>
    <w:rsid w:val="003E3AEB"/>
    <w:rsid w:val="003E6FE5"/>
    <w:rsid w:val="0040272D"/>
    <w:rsid w:val="00406718"/>
    <w:rsid w:val="0040759B"/>
    <w:rsid w:val="00410260"/>
    <w:rsid w:val="00415DC4"/>
    <w:rsid w:val="00416471"/>
    <w:rsid w:val="004223B9"/>
    <w:rsid w:val="00427784"/>
    <w:rsid w:val="004337CB"/>
    <w:rsid w:val="00436227"/>
    <w:rsid w:val="00457816"/>
    <w:rsid w:val="00461074"/>
    <w:rsid w:val="004642FF"/>
    <w:rsid w:val="004822CC"/>
    <w:rsid w:val="00482499"/>
    <w:rsid w:val="00484F25"/>
    <w:rsid w:val="004853FB"/>
    <w:rsid w:val="0049092A"/>
    <w:rsid w:val="00495516"/>
    <w:rsid w:val="004C23AA"/>
    <w:rsid w:val="004C440D"/>
    <w:rsid w:val="004D0ED1"/>
    <w:rsid w:val="004D11A7"/>
    <w:rsid w:val="004D3599"/>
    <w:rsid w:val="00500B8B"/>
    <w:rsid w:val="005128EB"/>
    <w:rsid w:val="0051519C"/>
    <w:rsid w:val="00524B7D"/>
    <w:rsid w:val="00530EA6"/>
    <w:rsid w:val="00536C0D"/>
    <w:rsid w:val="005500DD"/>
    <w:rsid w:val="005535E4"/>
    <w:rsid w:val="00554AF4"/>
    <w:rsid w:val="0056045E"/>
    <w:rsid w:val="00560E60"/>
    <w:rsid w:val="00563F17"/>
    <w:rsid w:val="00567F8B"/>
    <w:rsid w:val="005951BC"/>
    <w:rsid w:val="005A150E"/>
    <w:rsid w:val="005A1E0A"/>
    <w:rsid w:val="005B3DA3"/>
    <w:rsid w:val="005C044D"/>
    <w:rsid w:val="005C137D"/>
    <w:rsid w:val="005C65B1"/>
    <w:rsid w:val="005C6EB7"/>
    <w:rsid w:val="005D065F"/>
    <w:rsid w:val="005E3838"/>
    <w:rsid w:val="005E4343"/>
    <w:rsid w:val="00602612"/>
    <w:rsid w:val="00604E3E"/>
    <w:rsid w:val="00607CD7"/>
    <w:rsid w:val="006142DA"/>
    <w:rsid w:val="006259BC"/>
    <w:rsid w:val="00630373"/>
    <w:rsid w:val="00636D0B"/>
    <w:rsid w:val="00646518"/>
    <w:rsid w:val="00651BE3"/>
    <w:rsid w:val="006656ED"/>
    <w:rsid w:val="00665EAD"/>
    <w:rsid w:val="006742D9"/>
    <w:rsid w:val="00676B07"/>
    <w:rsid w:val="00680309"/>
    <w:rsid w:val="0068173D"/>
    <w:rsid w:val="00687BC5"/>
    <w:rsid w:val="0069555F"/>
    <w:rsid w:val="006B6F6F"/>
    <w:rsid w:val="006B7797"/>
    <w:rsid w:val="006D0C1D"/>
    <w:rsid w:val="006D0DCE"/>
    <w:rsid w:val="006D4DA5"/>
    <w:rsid w:val="006D5990"/>
    <w:rsid w:val="006E069B"/>
    <w:rsid w:val="007030BA"/>
    <w:rsid w:val="007130E7"/>
    <w:rsid w:val="007211F2"/>
    <w:rsid w:val="00727EE7"/>
    <w:rsid w:val="00731D97"/>
    <w:rsid w:val="007344AF"/>
    <w:rsid w:val="007436ED"/>
    <w:rsid w:val="00744877"/>
    <w:rsid w:val="007548EC"/>
    <w:rsid w:val="0075502C"/>
    <w:rsid w:val="00755D7B"/>
    <w:rsid w:val="0076304D"/>
    <w:rsid w:val="0076595D"/>
    <w:rsid w:val="007664A9"/>
    <w:rsid w:val="0076673B"/>
    <w:rsid w:val="00766E88"/>
    <w:rsid w:val="00770612"/>
    <w:rsid w:val="00772EAB"/>
    <w:rsid w:val="007738C6"/>
    <w:rsid w:val="00774FE0"/>
    <w:rsid w:val="00784DCB"/>
    <w:rsid w:val="00786567"/>
    <w:rsid w:val="007942B6"/>
    <w:rsid w:val="007956CD"/>
    <w:rsid w:val="007A2E75"/>
    <w:rsid w:val="007A3F67"/>
    <w:rsid w:val="007A7301"/>
    <w:rsid w:val="007B25BA"/>
    <w:rsid w:val="007B2F7F"/>
    <w:rsid w:val="007B54D4"/>
    <w:rsid w:val="007D1694"/>
    <w:rsid w:val="007D3D5D"/>
    <w:rsid w:val="007D4338"/>
    <w:rsid w:val="007E576A"/>
    <w:rsid w:val="007F6F7E"/>
    <w:rsid w:val="0080496F"/>
    <w:rsid w:val="008063CD"/>
    <w:rsid w:val="00811C1A"/>
    <w:rsid w:val="00831237"/>
    <w:rsid w:val="00834634"/>
    <w:rsid w:val="00842C29"/>
    <w:rsid w:val="0084667F"/>
    <w:rsid w:val="00850AB4"/>
    <w:rsid w:val="0085558E"/>
    <w:rsid w:val="0085730A"/>
    <w:rsid w:val="00862A0C"/>
    <w:rsid w:val="0089512E"/>
    <w:rsid w:val="00897F5E"/>
    <w:rsid w:val="008A1701"/>
    <w:rsid w:val="008A3518"/>
    <w:rsid w:val="008B7AD7"/>
    <w:rsid w:val="008C13E6"/>
    <w:rsid w:val="008C1D24"/>
    <w:rsid w:val="008C32F2"/>
    <w:rsid w:val="008C7FF2"/>
    <w:rsid w:val="008D3DFC"/>
    <w:rsid w:val="008E737F"/>
    <w:rsid w:val="008E74ED"/>
    <w:rsid w:val="008F243E"/>
    <w:rsid w:val="008F4058"/>
    <w:rsid w:val="008F52D9"/>
    <w:rsid w:val="009104A1"/>
    <w:rsid w:val="009176C4"/>
    <w:rsid w:val="009241F5"/>
    <w:rsid w:val="00924745"/>
    <w:rsid w:val="00927E9E"/>
    <w:rsid w:val="0094014B"/>
    <w:rsid w:val="00940551"/>
    <w:rsid w:val="00941499"/>
    <w:rsid w:val="00963964"/>
    <w:rsid w:val="009721DB"/>
    <w:rsid w:val="009774BB"/>
    <w:rsid w:val="00985544"/>
    <w:rsid w:val="00986B55"/>
    <w:rsid w:val="009879BC"/>
    <w:rsid w:val="009B36F2"/>
    <w:rsid w:val="009C44FE"/>
    <w:rsid w:val="009C50C3"/>
    <w:rsid w:val="009C7B7C"/>
    <w:rsid w:val="009D2F66"/>
    <w:rsid w:val="009E036F"/>
    <w:rsid w:val="009F152D"/>
    <w:rsid w:val="009F3C32"/>
    <w:rsid w:val="00A022B7"/>
    <w:rsid w:val="00A045E4"/>
    <w:rsid w:val="00A05198"/>
    <w:rsid w:val="00A10318"/>
    <w:rsid w:val="00A1035B"/>
    <w:rsid w:val="00A134E7"/>
    <w:rsid w:val="00A176CD"/>
    <w:rsid w:val="00A46BB8"/>
    <w:rsid w:val="00A535E2"/>
    <w:rsid w:val="00A56FF2"/>
    <w:rsid w:val="00A60AB9"/>
    <w:rsid w:val="00A65A79"/>
    <w:rsid w:val="00A75353"/>
    <w:rsid w:val="00A80FF8"/>
    <w:rsid w:val="00A83060"/>
    <w:rsid w:val="00A920C8"/>
    <w:rsid w:val="00A95868"/>
    <w:rsid w:val="00A97F7D"/>
    <w:rsid w:val="00AA12FE"/>
    <w:rsid w:val="00AA4744"/>
    <w:rsid w:val="00AB6A72"/>
    <w:rsid w:val="00AC3BA7"/>
    <w:rsid w:val="00AC5F43"/>
    <w:rsid w:val="00AD21AD"/>
    <w:rsid w:val="00AD3AED"/>
    <w:rsid w:val="00AE0A2D"/>
    <w:rsid w:val="00AE2CBE"/>
    <w:rsid w:val="00AF0198"/>
    <w:rsid w:val="00B01F2F"/>
    <w:rsid w:val="00B06D71"/>
    <w:rsid w:val="00B1710A"/>
    <w:rsid w:val="00B21048"/>
    <w:rsid w:val="00B270E4"/>
    <w:rsid w:val="00B34038"/>
    <w:rsid w:val="00B431FF"/>
    <w:rsid w:val="00B50745"/>
    <w:rsid w:val="00B50BE4"/>
    <w:rsid w:val="00B548C4"/>
    <w:rsid w:val="00B633CA"/>
    <w:rsid w:val="00B750D1"/>
    <w:rsid w:val="00B80FEA"/>
    <w:rsid w:val="00B8355F"/>
    <w:rsid w:val="00B838BE"/>
    <w:rsid w:val="00BA54D7"/>
    <w:rsid w:val="00BB40FA"/>
    <w:rsid w:val="00BC1629"/>
    <w:rsid w:val="00BC1DD2"/>
    <w:rsid w:val="00BD03C8"/>
    <w:rsid w:val="00BD08D0"/>
    <w:rsid w:val="00BD139F"/>
    <w:rsid w:val="00BD41F2"/>
    <w:rsid w:val="00BD6463"/>
    <w:rsid w:val="00BE56A3"/>
    <w:rsid w:val="00BE6A6E"/>
    <w:rsid w:val="00BE7BA9"/>
    <w:rsid w:val="00BF068F"/>
    <w:rsid w:val="00BF1AE6"/>
    <w:rsid w:val="00BF7DE0"/>
    <w:rsid w:val="00BF7E1E"/>
    <w:rsid w:val="00C00ED6"/>
    <w:rsid w:val="00C07166"/>
    <w:rsid w:val="00C11525"/>
    <w:rsid w:val="00C33650"/>
    <w:rsid w:val="00C3637F"/>
    <w:rsid w:val="00C479DE"/>
    <w:rsid w:val="00C5120B"/>
    <w:rsid w:val="00C55F55"/>
    <w:rsid w:val="00C65A85"/>
    <w:rsid w:val="00C66D91"/>
    <w:rsid w:val="00C674B0"/>
    <w:rsid w:val="00C8000E"/>
    <w:rsid w:val="00C92BD2"/>
    <w:rsid w:val="00C940DE"/>
    <w:rsid w:val="00CA77A6"/>
    <w:rsid w:val="00CB004E"/>
    <w:rsid w:val="00CB098B"/>
    <w:rsid w:val="00CB2173"/>
    <w:rsid w:val="00CB383B"/>
    <w:rsid w:val="00CC351A"/>
    <w:rsid w:val="00CD517A"/>
    <w:rsid w:val="00CE24C3"/>
    <w:rsid w:val="00CE3348"/>
    <w:rsid w:val="00CE5010"/>
    <w:rsid w:val="00CF3BEA"/>
    <w:rsid w:val="00CF6DD4"/>
    <w:rsid w:val="00D00396"/>
    <w:rsid w:val="00D02E8C"/>
    <w:rsid w:val="00D100BD"/>
    <w:rsid w:val="00D13E57"/>
    <w:rsid w:val="00D13E94"/>
    <w:rsid w:val="00D149D5"/>
    <w:rsid w:val="00D17E6F"/>
    <w:rsid w:val="00D17F6C"/>
    <w:rsid w:val="00D3273D"/>
    <w:rsid w:val="00D36095"/>
    <w:rsid w:val="00D4330D"/>
    <w:rsid w:val="00D45B22"/>
    <w:rsid w:val="00D51070"/>
    <w:rsid w:val="00D52255"/>
    <w:rsid w:val="00D6440D"/>
    <w:rsid w:val="00D70301"/>
    <w:rsid w:val="00D83E1A"/>
    <w:rsid w:val="00D84408"/>
    <w:rsid w:val="00D8575C"/>
    <w:rsid w:val="00D86D34"/>
    <w:rsid w:val="00D87382"/>
    <w:rsid w:val="00D9062F"/>
    <w:rsid w:val="00D9188E"/>
    <w:rsid w:val="00D965B4"/>
    <w:rsid w:val="00DD2DFF"/>
    <w:rsid w:val="00DE1520"/>
    <w:rsid w:val="00DF1D09"/>
    <w:rsid w:val="00E02A4F"/>
    <w:rsid w:val="00E122CD"/>
    <w:rsid w:val="00E16107"/>
    <w:rsid w:val="00E1644E"/>
    <w:rsid w:val="00E2758F"/>
    <w:rsid w:val="00E414C1"/>
    <w:rsid w:val="00E6009B"/>
    <w:rsid w:val="00E61DE9"/>
    <w:rsid w:val="00E677AD"/>
    <w:rsid w:val="00E72B3A"/>
    <w:rsid w:val="00E74F92"/>
    <w:rsid w:val="00E7752C"/>
    <w:rsid w:val="00E87EDF"/>
    <w:rsid w:val="00E87F91"/>
    <w:rsid w:val="00E96898"/>
    <w:rsid w:val="00EB6B0A"/>
    <w:rsid w:val="00EC0161"/>
    <w:rsid w:val="00EC2C5D"/>
    <w:rsid w:val="00EC3F9F"/>
    <w:rsid w:val="00EC75F5"/>
    <w:rsid w:val="00ED1D01"/>
    <w:rsid w:val="00EF06C0"/>
    <w:rsid w:val="00EF19AF"/>
    <w:rsid w:val="00EF6104"/>
    <w:rsid w:val="00F100CE"/>
    <w:rsid w:val="00F1050F"/>
    <w:rsid w:val="00F12312"/>
    <w:rsid w:val="00F15A32"/>
    <w:rsid w:val="00F2784C"/>
    <w:rsid w:val="00F27D43"/>
    <w:rsid w:val="00F317EC"/>
    <w:rsid w:val="00F31EB9"/>
    <w:rsid w:val="00F3264F"/>
    <w:rsid w:val="00F32E0D"/>
    <w:rsid w:val="00F33897"/>
    <w:rsid w:val="00F36D32"/>
    <w:rsid w:val="00F449B1"/>
    <w:rsid w:val="00F71263"/>
    <w:rsid w:val="00F712D4"/>
    <w:rsid w:val="00F83C3F"/>
    <w:rsid w:val="00F85102"/>
    <w:rsid w:val="00F920A8"/>
    <w:rsid w:val="00F920F9"/>
    <w:rsid w:val="00FA1B13"/>
    <w:rsid w:val="00FB2FF8"/>
    <w:rsid w:val="00FB3E39"/>
    <w:rsid w:val="00FB7864"/>
    <w:rsid w:val="00FC0833"/>
    <w:rsid w:val="00FD180B"/>
    <w:rsid w:val="00FE6137"/>
    <w:rsid w:val="00FF1672"/>
    <w:rsid w:val="00FF262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C20BD06"/>
  <w15:docId w15:val="{9508DF5F-099A-4899-9FD8-DCBBFE36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48EC"/>
  </w:style>
  <w:style w:type="paragraph" w:styleId="Fuzeile">
    <w:name w:val="footer"/>
    <w:basedOn w:val="Standard"/>
    <w:link w:val="FuzeileZchn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48E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48EC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5A1E0A"/>
    <w:pPr>
      <w:spacing w:after="0" w:line="240" w:lineRule="auto"/>
    </w:pPr>
  </w:style>
  <w:style w:type="character" w:styleId="Hyperlink">
    <w:name w:val="Hyperlink"/>
    <w:rsid w:val="00B548C4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70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70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70E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70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70E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270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-Dokumente\Vorlagen\Pressemitteilung\wordvorlagen-pressemitteilungen\Wordvorlagen\ASC-Pressemitteilung-Mast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309A3-3777-4837-ABC4-804A7448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ASC-Pressemitteilung-Master.dotx</Template>
  <TotalTime>0</TotalTime>
  <Pages>2</Pages>
  <Words>579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Lauw, Florian</dc:creator>
  <cp:lastModifiedBy>Truong, Klara Nhu An</cp:lastModifiedBy>
  <cp:revision>22</cp:revision>
  <cp:lastPrinted>2017-02-03T10:17:00Z</cp:lastPrinted>
  <dcterms:created xsi:type="dcterms:W3CDTF">2017-05-12T11:44:00Z</dcterms:created>
  <dcterms:modified xsi:type="dcterms:W3CDTF">2017-05-19T07:56:00Z</dcterms:modified>
</cp:coreProperties>
</file>